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9F" w:rsidRDefault="00110E9F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110E9F" w:rsidRDefault="00110E9F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110E9F" w:rsidRDefault="00110E9F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0E9F" w:rsidRDefault="00110E9F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______________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110E9F" w:rsidRDefault="00110E9F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0E9F" w:rsidRDefault="00110E9F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110E9F" w:rsidRDefault="00110E9F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110E9F" w:rsidRDefault="00110E9F" w:rsidP="00167668">
      <w:pPr>
        <w:rPr>
          <w:szCs w:val="28"/>
        </w:rPr>
      </w:pPr>
    </w:p>
    <w:p w:rsidR="00110E9F" w:rsidRPr="001B3516" w:rsidRDefault="00110E9F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ноября 2021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140</w:t>
      </w:r>
    </w:p>
    <w:p w:rsidR="00110E9F" w:rsidRPr="001B3516" w:rsidRDefault="00110E9F" w:rsidP="00167668">
      <w:pPr>
        <w:jc w:val="center"/>
        <w:rPr>
          <w:rFonts w:ascii="Times New Roman" w:hAnsi="Times New Roman"/>
          <w:sz w:val="24"/>
          <w:szCs w:val="24"/>
        </w:rPr>
      </w:pPr>
      <w:r w:rsidRPr="001B3516">
        <w:rPr>
          <w:rFonts w:ascii="Times New Roman" w:hAnsi="Times New Roman"/>
          <w:sz w:val="24"/>
          <w:szCs w:val="24"/>
        </w:rPr>
        <w:t xml:space="preserve">ст-ца  </w:t>
      </w:r>
      <w:r>
        <w:rPr>
          <w:rFonts w:ascii="Times New Roman" w:hAnsi="Times New Roman"/>
          <w:sz w:val="24"/>
          <w:szCs w:val="24"/>
        </w:rPr>
        <w:t>Передовая</w:t>
      </w:r>
    </w:p>
    <w:p w:rsidR="00110E9F" w:rsidRDefault="00110E9F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110E9F" w:rsidRDefault="00110E9F" w:rsidP="00AE225B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О бюджете Передовского сельского поселения Отрадненского района на 2022 год</w:t>
      </w:r>
    </w:p>
    <w:p w:rsidR="00110E9F" w:rsidRDefault="00110E9F" w:rsidP="00AE225B"/>
    <w:p w:rsidR="00110E9F" w:rsidRDefault="00110E9F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решение  Совета Передовского сельского поселения Отрадненского района от 27.10.2017 года № 181 «Об утверждении </w:t>
      </w:r>
      <w:r>
        <w:rPr>
          <w:rFonts w:ascii="Times New Roman" w:hAnsi="Times New Roman"/>
          <w:sz w:val="28"/>
          <w:szCs w:val="28"/>
        </w:rPr>
        <w:t xml:space="preserve">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Передовском сельском поселении Отрадненского района», Совет Передовского сельского поселения Отрадненского района р е ш и л:</w:t>
      </w:r>
    </w:p>
    <w:p w:rsidR="00110E9F" w:rsidRDefault="00110E9F" w:rsidP="00AE225B"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 год: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20 721 100,0 рублей;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20 721 100,0 рублей;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2023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в сумме 0,0 рублей;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110E9F" w:rsidRDefault="00110E9F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ними  виды (подвиды)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согласно приложению 1 к настоящему Решению.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перечень  главных администраторов доходов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– органов исполнительной  власти Краснодарского края и (или) их территориальных органов (подразделений) и  закрепляемых за ними видов (подвидов)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2022 год в суммах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2022 году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 к настоящему Решению.</w:t>
      </w:r>
    </w:p>
    <w:p w:rsidR="00110E9F" w:rsidRDefault="00110E9F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110E9F" w:rsidRDefault="00110E9F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пожертвования,  средства самообложения граждан,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соответственно целям их предоставления.</w:t>
      </w:r>
    </w:p>
    <w:p w:rsidR="00110E9F" w:rsidRDefault="00110E9F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Передовского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расходов бюджета П</w:t>
      </w:r>
      <w:r>
        <w:rPr>
          <w:rFonts w:ascii="Times New Roman" w:hAnsi="Times New Roman"/>
          <w:sz w:val="28"/>
          <w:szCs w:val="28"/>
        </w:rPr>
        <w:t>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:rsidR="00110E9F" w:rsidRDefault="00110E9F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110E9F" w:rsidRDefault="00110E9F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2022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 к настоящему Решению.</w:t>
      </w:r>
    </w:p>
    <w:p w:rsidR="00110E9F" w:rsidRDefault="00110E9F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2022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6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10E9F" w:rsidRDefault="00110E9F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2022 год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7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10E9F" w:rsidRDefault="00110E9F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2022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110E9F" w:rsidRDefault="00110E9F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2022 год: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рублей;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 сумме  5000,0 рублей.</w:t>
      </w:r>
    </w:p>
    <w:p w:rsidR="00110E9F" w:rsidRDefault="00110E9F" w:rsidP="00AE225B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дефицита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 источников финансирования дефицитов бюджетов на 2022 год согласно 8 к настоящему Решению.</w:t>
      </w:r>
    </w:p>
    <w:p w:rsidR="00110E9F" w:rsidRDefault="00110E9F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Федерации, на 2022 год  в сумме  66  000,0  рублей.</w:t>
      </w:r>
    </w:p>
    <w:p w:rsidR="00110E9F" w:rsidRDefault="00110E9F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110E9F" w:rsidRDefault="00110E9F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6</w:t>
      </w:r>
    </w:p>
    <w:p w:rsidR="00110E9F" w:rsidRDefault="00110E9F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Передовского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  <w:bookmarkStart w:id="0" w:name="_GoBack"/>
      <w:bookmarkEnd w:id="0"/>
    </w:p>
    <w:p w:rsidR="00110E9F" w:rsidRDefault="00110E9F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2022 год в сумме 3 985 100,0 рублей.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110E9F" w:rsidRDefault="00110E9F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C16F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22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ередовского </w:t>
      </w:r>
      <w:r w:rsidRPr="00DC16FE">
        <w:rPr>
          <w:rFonts w:ascii="Times New Roman" w:hAnsi="Times New Roman"/>
          <w:sz w:val="28"/>
          <w:szCs w:val="28"/>
        </w:rPr>
        <w:t xml:space="preserve">сельского поселения, за исключением случаев принятия решений о наделении органов местного самоуправления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110E9F" w:rsidRDefault="00110E9F" w:rsidP="00555A7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2022 год  согласно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9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1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2022 год  согласно приложению 10 к настоящему Решению.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 w:rsidRPr="00785157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 w:rsidRPr="00785157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2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11 к настоящему Решению.</w:t>
      </w:r>
    </w:p>
    <w:p w:rsidR="00110E9F" w:rsidRDefault="00110E9F" w:rsidP="00567015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муниципальных гарантий П</w:t>
      </w:r>
      <w:r>
        <w:rPr>
          <w:rFonts w:ascii="Times New Roman" w:hAnsi="Times New Roman"/>
          <w:sz w:val="28"/>
          <w:szCs w:val="28"/>
        </w:rPr>
        <w:t>ередовского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иностранной валюте на 202</w:t>
      </w:r>
      <w:r>
        <w:rPr>
          <w:rFonts w:ascii="Times New Roman" w:hAnsi="Times New Roman"/>
          <w:sz w:val="28"/>
          <w:szCs w:val="28"/>
        </w:rPr>
        <w:t>2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12 к настоящему Решению .</w:t>
      </w:r>
    </w:p>
    <w:p w:rsidR="00110E9F" w:rsidRDefault="00110E9F" w:rsidP="00567015">
      <w:pPr>
        <w:spacing w:line="228" w:lineRule="auto"/>
        <w:rPr>
          <w:rFonts w:ascii="Times New Roman" w:hAnsi="Times New Roman"/>
          <w:b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110E9F" w:rsidRDefault="00110E9F" w:rsidP="00AE225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Передовского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</w:t>
      </w:r>
      <w:r w:rsidRPr="00EC039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110E9F" w:rsidRDefault="00110E9F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11</w:t>
      </w:r>
    </w:p>
    <w:p w:rsidR="00110E9F" w:rsidRDefault="00110E9F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2022 года.</w:t>
      </w:r>
    </w:p>
    <w:p w:rsidR="00110E9F" w:rsidRDefault="00110E9F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110E9F" w:rsidRDefault="00110E9F" w:rsidP="00AE225B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110E9F" w:rsidRDefault="00110E9F" w:rsidP="00555A76">
      <w:pPr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       Ю.Н.Ляшов</w:t>
      </w:r>
    </w:p>
    <w:p w:rsidR="00110E9F" w:rsidRDefault="00110E9F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110E9F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4525"/>
    <w:rsid w:val="001026C2"/>
    <w:rsid w:val="00110E9F"/>
    <w:rsid w:val="00116139"/>
    <w:rsid w:val="001304CA"/>
    <w:rsid w:val="00130516"/>
    <w:rsid w:val="00167668"/>
    <w:rsid w:val="00191869"/>
    <w:rsid w:val="001A7E35"/>
    <w:rsid w:val="001B3516"/>
    <w:rsid w:val="001B6DED"/>
    <w:rsid w:val="001C60F3"/>
    <w:rsid w:val="001F41A6"/>
    <w:rsid w:val="00210832"/>
    <w:rsid w:val="00231763"/>
    <w:rsid w:val="002443AB"/>
    <w:rsid w:val="00250FBF"/>
    <w:rsid w:val="00275D68"/>
    <w:rsid w:val="00293674"/>
    <w:rsid w:val="00293885"/>
    <w:rsid w:val="002A5566"/>
    <w:rsid w:val="002E72CF"/>
    <w:rsid w:val="002F7966"/>
    <w:rsid w:val="00384375"/>
    <w:rsid w:val="003B1D8C"/>
    <w:rsid w:val="003B2CE0"/>
    <w:rsid w:val="003D46A1"/>
    <w:rsid w:val="00405C33"/>
    <w:rsid w:val="004E290E"/>
    <w:rsid w:val="00535157"/>
    <w:rsid w:val="00555A76"/>
    <w:rsid w:val="00563C4A"/>
    <w:rsid w:val="00567015"/>
    <w:rsid w:val="00576BBE"/>
    <w:rsid w:val="005C289B"/>
    <w:rsid w:val="005C6457"/>
    <w:rsid w:val="00671BA5"/>
    <w:rsid w:val="00685451"/>
    <w:rsid w:val="006F1E45"/>
    <w:rsid w:val="00701C62"/>
    <w:rsid w:val="00785157"/>
    <w:rsid w:val="007917C2"/>
    <w:rsid w:val="007B50F3"/>
    <w:rsid w:val="007F47B3"/>
    <w:rsid w:val="007F5029"/>
    <w:rsid w:val="007F5EAD"/>
    <w:rsid w:val="007F6CD3"/>
    <w:rsid w:val="00806622"/>
    <w:rsid w:val="00820A3E"/>
    <w:rsid w:val="008271DC"/>
    <w:rsid w:val="00834DFE"/>
    <w:rsid w:val="008B5B7D"/>
    <w:rsid w:val="008C1344"/>
    <w:rsid w:val="00910291"/>
    <w:rsid w:val="00941EAF"/>
    <w:rsid w:val="00985E7C"/>
    <w:rsid w:val="00997CE3"/>
    <w:rsid w:val="009A1A18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4F12"/>
    <w:rsid w:val="00BB6B07"/>
    <w:rsid w:val="00C01516"/>
    <w:rsid w:val="00C15CCA"/>
    <w:rsid w:val="00C32B9B"/>
    <w:rsid w:val="00C34A9C"/>
    <w:rsid w:val="00CC19F7"/>
    <w:rsid w:val="00CC445D"/>
    <w:rsid w:val="00CD2F43"/>
    <w:rsid w:val="00D27865"/>
    <w:rsid w:val="00D31AC9"/>
    <w:rsid w:val="00D760CB"/>
    <w:rsid w:val="00D9521E"/>
    <w:rsid w:val="00DA131C"/>
    <w:rsid w:val="00DA1D32"/>
    <w:rsid w:val="00DC1241"/>
    <w:rsid w:val="00DC16FE"/>
    <w:rsid w:val="00DD47A9"/>
    <w:rsid w:val="00E13671"/>
    <w:rsid w:val="00E8220F"/>
    <w:rsid w:val="00EC039E"/>
    <w:rsid w:val="00EC4764"/>
    <w:rsid w:val="00EE167C"/>
    <w:rsid w:val="00EE509A"/>
    <w:rsid w:val="00F31817"/>
    <w:rsid w:val="00F53371"/>
    <w:rsid w:val="00F60EAE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hyperlink" Target="consultantplus://offline/main?base=RLAW177;n=85414;fld=134;dst=100158" TargetMode="Externa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214</TotalTime>
  <Pages>4</Pages>
  <Words>1262</Words>
  <Characters>7195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45</cp:revision>
  <cp:lastPrinted>2020-11-09T07:10:00Z</cp:lastPrinted>
  <dcterms:created xsi:type="dcterms:W3CDTF">2016-01-27T11:02:00Z</dcterms:created>
  <dcterms:modified xsi:type="dcterms:W3CDTF">2022-04-15T15:31:00Z</dcterms:modified>
</cp:coreProperties>
</file>