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4D" w:rsidRPr="0022682F" w:rsidRDefault="00BD644D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BD644D" w:rsidRPr="0022682F" w:rsidRDefault="00BD644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BD644D" w:rsidRPr="0022682F" w:rsidRDefault="00BD644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BD644D" w:rsidRPr="0022682F" w:rsidRDefault="00BD644D" w:rsidP="00B666E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от 28 января 2022 года № 160</w:t>
      </w:r>
    </w:p>
    <w:p w:rsidR="00BD644D" w:rsidRPr="0022682F" w:rsidRDefault="00BD644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D644D" w:rsidRPr="0022682F" w:rsidRDefault="00BD644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BD644D" w:rsidRPr="0022682F" w:rsidRDefault="00BD644D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BD644D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BD644D" w:rsidRPr="0022682F" w:rsidRDefault="00BD644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BD644D" w:rsidRPr="0022682F" w:rsidRDefault="00BD644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BD644D" w:rsidRPr="0022682F" w:rsidRDefault="00BD644D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- 53 138 700,0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BD644D" w:rsidRPr="0022682F" w:rsidRDefault="00BD644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- 53 138 700,0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BD644D" w:rsidRPr="0022682F" w:rsidRDefault="00BD644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- 53 138 700,0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BD644D" w:rsidRPr="0022682F" w:rsidRDefault="00BD644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- 53 138 700,0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BD644D" w:rsidRPr="0022682F" w:rsidRDefault="00BD644D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55 045 262,88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BD644D" w:rsidRPr="002426B7" w:rsidRDefault="00BD644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55 045 262,88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BD644D" w:rsidRPr="002426B7" w:rsidRDefault="00BD644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55 045 262,88</w:t>
            </w:r>
          </w:p>
        </w:tc>
      </w:tr>
      <w:tr w:rsidR="00BD644D" w:rsidRPr="0022682F" w:rsidTr="00DF72AF">
        <w:tc>
          <w:tcPr>
            <w:tcW w:w="3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BD644D" w:rsidRPr="0022682F" w:rsidRDefault="00BD644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BD644D" w:rsidRPr="002426B7" w:rsidRDefault="00BD644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55 045 262,88</w:t>
            </w:r>
          </w:p>
        </w:tc>
      </w:tr>
    </w:tbl>
    <w:p w:rsidR="00BD644D" w:rsidRDefault="00BD644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D644D" w:rsidRDefault="00BD644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D644D" w:rsidRDefault="00BD644D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И.О.Главы Передовского</w:t>
      </w:r>
    </w:p>
    <w:p w:rsidR="00BD644D" w:rsidRPr="00441FA1" w:rsidRDefault="00BD644D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Е.В.Канева</w:t>
      </w:r>
    </w:p>
    <w:sectPr w:rsidR="00BD644D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702F"/>
    <w:rsid w:val="00120A9A"/>
    <w:rsid w:val="00140496"/>
    <w:rsid w:val="001F69B8"/>
    <w:rsid w:val="002149AF"/>
    <w:rsid w:val="0022682F"/>
    <w:rsid w:val="00230B74"/>
    <w:rsid w:val="002426B7"/>
    <w:rsid w:val="00245955"/>
    <w:rsid w:val="00256E99"/>
    <w:rsid w:val="003264C9"/>
    <w:rsid w:val="0039633B"/>
    <w:rsid w:val="003E50D6"/>
    <w:rsid w:val="00441FA1"/>
    <w:rsid w:val="004A2199"/>
    <w:rsid w:val="0053549E"/>
    <w:rsid w:val="005C6E9D"/>
    <w:rsid w:val="005F361E"/>
    <w:rsid w:val="006108EA"/>
    <w:rsid w:val="00620865"/>
    <w:rsid w:val="006D353B"/>
    <w:rsid w:val="006E0F57"/>
    <w:rsid w:val="00702B65"/>
    <w:rsid w:val="007816B0"/>
    <w:rsid w:val="00796AB8"/>
    <w:rsid w:val="007C12BB"/>
    <w:rsid w:val="00846BA4"/>
    <w:rsid w:val="008A51BF"/>
    <w:rsid w:val="00903F31"/>
    <w:rsid w:val="0094142B"/>
    <w:rsid w:val="009744EE"/>
    <w:rsid w:val="00A05172"/>
    <w:rsid w:val="00A1459F"/>
    <w:rsid w:val="00AB1C7B"/>
    <w:rsid w:val="00AF501F"/>
    <w:rsid w:val="00B055AB"/>
    <w:rsid w:val="00B2113E"/>
    <w:rsid w:val="00B429C7"/>
    <w:rsid w:val="00B51E09"/>
    <w:rsid w:val="00B666ED"/>
    <w:rsid w:val="00B70D6A"/>
    <w:rsid w:val="00BD644D"/>
    <w:rsid w:val="00C157DA"/>
    <w:rsid w:val="00D2183F"/>
    <w:rsid w:val="00D62571"/>
    <w:rsid w:val="00DA2B69"/>
    <w:rsid w:val="00DC6296"/>
    <w:rsid w:val="00DF72AF"/>
    <w:rsid w:val="00E22995"/>
    <w:rsid w:val="00E431DE"/>
    <w:rsid w:val="00E44D6B"/>
    <w:rsid w:val="00E67A42"/>
    <w:rsid w:val="00E748EA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263</Words>
  <Characters>1501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20</cp:revision>
  <cp:lastPrinted>2022-01-27T07:37:00Z</cp:lastPrinted>
  <dcterms:created xsi:type="dcterms:W3CDTF">2016-10-28T06:19:00Z</dcterms:created>
  <dcterms:modified xsi:type="dcterms:W3CDTF">2022-02-11T06:30:00Z</dcterms:modified>
</cp:coreProperties>
</file>