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E5" w:rsidRDefault="00167BE5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67BE5" w:rsidRDefault="00167BE5" w:rsidP="000B39E6">
      <w:pPr>
        <w:tabs>
          <w:tab w:val="left" w:pos="709"/>
        </w:tabs>
        <w:rPr>
          <w:lang w:eastAsia="ru-RU"/>
        </w:rPr>
      </w:pPr>
      <w:r>
        <w:tab/>
      </w:r>
    </w:p>
    <w:p w:rsidR="00167BE5" w:rsidRDefault="00167BE5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67BE5" w:rsidRDefault="00167BE5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167BE5" w:rsidRDefault="00167BE5" w:rsidP="000B39E6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ПЯТЬДЕСЯТ ВОСЬМАЯ СЕССИЯ</w:t>
      </w: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67BE5" w:rsidRDefault="00167BE5" w:rsidP="000B39E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18 февраля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162</w:t>
      </w:r>
    </w:p>
    <w:p w:rsidR="00167BE5" w:rsidRDefault="00167BE5" w:rsidP="000B39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Передовая</w:t>
      </w:r>
    </w:p>
    <w:p w:rsidR="00167BE5" w:rsidRDefault="00167BE5" w:rsidP="000B39E6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Передовского сельского поселения Отрадненского района от 30.11.2021 года № 140 «О бюджете</w:t>
      </w: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Передовского сельского поселения Отрадненского </w:t>
      </w:r>
    </w:p>
    <w:p w:rsidR="00167BE5" w:rsidRDefault="00167BE5" w:rsidP="000B39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на 2022 год»</w:t>
      </w:r>
    </w:p>
    <w:p w:rsidR="00167BE5" w:rsidRDefault="00167BE5" w:rsidP="000B39E6">
      <w:pPr>
        <w:rPr>
          <w:rFonts w:ascii="Times New Roman" w:hAnsi="Times New Roman"/>
          <w:b/>
          <w:sz w:val="28"/>
          <w:szCs w:val="28"/>
        </w:rPr>
      </w:pP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соответствии с Бюджетным Кодексом Российской Федерации, Положением «О бюджетном процессе в Передовском сельском поселении Отрадненского района», утвержденным решением Совета Передовского сельского поселения Отрадненского района от 27 октября 2017 года «Об утверждении Положения о бюджетном процессе в Передовском сельском поселении Отрадненского района».</w:t>
      </w:r>
    </w:p>
    <w:p w:rsidR="00167BE5" w:rsidRDefault="00167BE5" w:rsidP="000B39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Передовского сельского поселения Отрадненского района р е ш и л: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Внести в решение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следующие изменения: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 1,2,3 пункта 1 статьи 1 изложить в новой редакции: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общий объем доходов в сумме 55 291 700,0  рублей;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2) общий объем расходов в сумме  57 198 262,88 рублей;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дефицит (профицит) бюджета  1 906 562,88  рублей».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 3,4,5,6,7,8 к решению Совета Передовского сельского поселения Отрадненского района от 30 ноября 2021 года № 140 «О бюджете Передовского сельского поселения Отрадненского района на 2022 год» изложить в новой редакции согласно приложениям № 3,4,5,6,7,8 к настоящему решению (прилагаются).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Настоящее решение вступает в силу со дня его официального опубликования (обнародования).</w:t>
      </w:r>
    </w:p>
    <w:p w:rsidR="00167BE5" w:rsidRDefault="00167BE5" w:rsidP="000B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главы Передовского сельского поселения</w:t>
      </w:r>
    </w:p>
    <w:p w:rsidR="00167BE5" w:rsidRDefault="00167BE5" w:rsidP="000B39E6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Е.В.Канева                                                                </w:t>
      </w:r>
    </w:p>
    <w:sectPr w:rsidR="00167BE5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85153"/>
    <w:rsid w:val="000B1B22"/>
    <w:rsid w:val="000B39E6"/>
    <w:rsid w:val="000C4525"/>
    <w:rsid w:val="001026C2"/>
    <w:rsid w:val="00116139"/>
    <w:rsid w:val="001304CA"/>
    <w:rsid w:val="00130516"/>
    <w:rsid w:val="00164E09"/>
    <w:rsid w:val="00167668"/>
    <w:rsid w:val="00167BE5"/>
    <w:rsid w:val="00191869"/>
    <w:rsid w:val="001A7E35"/>
    <w:rsid w:val="001B3516"/>
    <w:rsid w:val="001B6DED"/>
    <w:rsid w:val="001C60F3"/>
    <w:rsid w:val="001F41A6"/>
    <w:rsid w:val="00210832"/>
    <w:rsid w:val="00216AA3"/>
    <w:rsid w:val="00226079"/>
    <w:rsid w:val="002443AB"/>
    <w:rsid w:val="00250FBF"/>
    <w:rsid w:val="00275D68"/>
    <w:rsid w:val="00293674"/>
    <w:rsid w:val="00293885"/>
    <w:rsid w:val="002941D1"/>
    <w:rsid w:val="002A5566"/>
    <w:rsid w:val="002A5D61"/>
    <w:rsid w:val="002E72CF"/>
    <w:rsid w:val="002F7966"/>
    <w:rsid w:val="00371E90"/>
    <w:rsid w:val="00384375"/>
    <w:rsid w:val="003B1D8C"/>
    <w:rsid w:val="003B2CE0"/>
    <w:rsid w:val="003D46A1"/>
    <w:rsid w:val="00405C33"/>
    <w:rsid w:val="004E290E"/>
    <w:rsid w:val="004F7C22"/>
    <w:rsid w:val="00533050"/>
    <w:rsid w:val="00535157"/>
    <w:rsid w:val="00555A76"/>
    <w:rsid w:val="00563C4A"/>
    <w:rsid w:val="00567015"/>
    <w:rsid w:val="00576BBE"/>
    <w:rsid w:val="005C289B"/>
    <w:rsid w:val="005C6457"/>
    <w:rsid w:val="00615E0B"/>
    <w:rsid w:val="00671BA5"/>
    <w:rsid w:val="00685451"/>
    <w:rsid w:val="00696E35"/>
    <w:rsid w:val="006C436F"/>
    <w:rsid w:val="006F1E45"/>
    <w:rsid w:val="00701C62"/>
    <w:rsid w:val="00780766"/>
    <w:rsid w:val="00785157"/>
    <w:rsid w:val="007917C2"/>
    <w:rsid w:val="007B50F3"/>
    <w:rsid w:val="007C02B3"/>
    <w:rsid w:val="007F47B3"/>
    <w:rsid w:val="007F5029"/>
    <w:rsid w:val="007F5EAD"/>
    <w:rsid w:val="007F6CD3"/>
    <w:rsid w:val="00806622"/>
    <w:rsid w:val="00820A3E"/>
    <w:rsid w:val="008271DC"/>
    <w:rsid w:val="00834DFE"/>
    <w:rsid w:val="00893221"/>
    <w:rsid w:val="008B5B7D"/>
    <w:rsid w:val="008C1344"/>
    <w:rsid w:val="008D5F68"/>
    <w:rsid w:val="00910291"/>
    <w:rsid w:val="00915720"/>
    <w:rsid w:val="00941EAF"/>
    <w:rsid w:val="00985E7C"/>
    <w:rsid w:val="00995825"/>
    <w:rsid w:val="00997CE3"/>
    <w:rsid w:val="009A1A18"/>
    <w:rsid w:val="009A290B"/>
    <w:rsid w:val="009C661F"/>
    <w:rsid w:val="00A23C3D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27BE"/>
    <w:rsid w:val="00C15CCA"/>
    <w:rsid w:val="00C21258"/>
    <w:rsid w:val="00C32B9B"/>
    <w:rsid w:val="00C34A9C"/>
    <w:rsid w:val="00CC19F7"/>
    <w:rsid w:val="00CC445D"/>
    <w:rsid w:val="00CC5B45"/>
    <w:rsid w:val="00CD2F43"/>
    <w:rsid w:val="00D27865"/>
    <w:rsid w:val="00D31AC9"/>
    <w:rsid w:val="00D760CB"/>
    <w:rsid w:val="00D9521E"/>
    <w:rsid w:val="00DA131C"/>
    <w:rsid w:val="00DA1D32"/>
    <w:rsid w:val="00DC1241"/>
    <w:rsid w:val="00DC16FE"/>
    <w:rsid w:val="00DD47A9"/>
    <w:rsid w:val="00E13671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A5D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E3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1</Pages>
  <Words>291</Words>
  <Characters>1664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50</cp:revision>
  <cp:lastPrinted>2022-02-18T10:00:00Z</cp:lastPrinted>
  <dcterms:created xsi:type="dcterms:W3CDTF">2016-01-27T11:02:00Z</dcterms:created>
  <dcterms:modified xsi:type="dcterms:W3CDTF">2022-05-31T11:33:00Z</dcterms:modified>
</cp:coreProperties>
</file>