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3F2" w:rsidRDefault="004923F2" w:rsidP="00AE225B">
      <w:pPr>
        <w:tabs>
          <w:tab w:val="left" w:pos="70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</w:p>
    <w:p w:rsidR="004923F2" w:rsidRDefault="004923F2" w:rsidP="000B39E6">
      <w:pPr>
        <w:tabs>
          <w:tab w:val="left" w:pos="709"/>
        </w:tabs>
        <w:rPr>
          <w:lang w:eastAsia="ru-RU"/>
        </w:rPr>
      </w:pPr>
      <w:r>
        <w:tab/>
      </w:r>
    </w:p>
    <w:p w:rsidR="004923F2" w:rsidRDefault="004923F2" w:rsidP="000B39E6">
      <w:pPr>
        <w:tabs>
          <w:tab w:val="left" w:pos="2534"/>
        </w:tabs>
        <w:ind w:left="-284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</w:p>
    <w:p w:rsidR="004923F2" w:rsidRDefault="004923F2" w:rsidP="000B39E6">
      <w:pPr>
        <w:tabs>
          <w:tab w:val="left" w:pos="2534"/>
        </w:tabs>
        <w:ind w:left="-284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СОВЕТ ПЕРЕДОВСКОГО СЕЛЬСКОГО ПОСЕЛЕНИЯ </w:t>
      </w:r>
    </w:p>
    <w:p w:rsidR="004923F2" w:rsidRDefault="004923F2" w:rsidP="000B39E6">
      <w:pPr>
        <w:tabs>
          <w:tab w:val="left" w:pos="2534"/>
        </w:tabs>
        <w:ind w:left="-284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ОТРАДНЕНСКОГО РАЙОНА</w:t>
      </w:r>
    </w:p>
    <w:p w:rsidR="004923F2" w:rsidRDefault="004923F2" w:rsidP="000B39E6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4923F2" w:rsidRDefault="004923F2" w:rsidP="000B39E6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ШЕСТЬДЕСЯТ ПЕРВАЯ СЕССИЯ</w:t>
      </w:r>
    </w:p>
    <w:p w:rsidR="004923F2" w:rsidRDefault="004923F2" w:rsidP="000B39E6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4923F2" w:rsidRDefault="004923F2" w:rsidP="000B39E6">
      <w:pPr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(</w:t>
      </w:r>
      <w:r>
        <w:rPr>
          <w:rFonts w:ascii="Times New Roman" w:hAnsi="Times New Roman"/>
          <w:sz w:val="28"/>
          <w:szCs w:val="28"/>
          <w:lang w:val="en-US" w:eastAsia="ru-RU"/>
        </w:rPr>
        <w:t>IV</w:t>
      </w:r>
      <w:r>
        <w:rPr>
          <w:rFonts w:ascii="Times New Roman" w:hAnsi="Times New Roman"/>
          <w:sz w:val="28"/>
          <w:szCs w:val="28"/>
          <w:lang w:eastAsia="ru-RU"/>
        </w:rPr>
        <w:t xml:space="preserve"> СОЗЫВ)</w:t>
      </w:r>
    </w:p>
    <w:p w:rsidR="004923F2" w:rsidRDefault="004923F2" w:rsidP="00D61E4E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4923F2" w:rsidRDefault="004923F2" w:rsidP="000B39E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10 марта </w:t>
      </w:r>
      <w:smartTag w:uri="urn:schemas-microsoft-com:office:smarttags" w:element="metricconverter">
        <w:smartTagPr>
          <w:attr w:name="ProductID" w:val="2022 г"/>
        </w:smartTagPr>
        <w:r>
          <w:rPr>
            <w:rFonts w:ascii="Times New Roman" w:hAnsi="Times New Roman"/>
            <w:sz w:val="28"/>
            <w:szCs w:val="28"/>
          </w:rPr>
          <w:t>2022 г</w:t>
        </w:r>
      </w:smartTag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№ 170</w:t>
      </w:r>
    </w:p>
    <w:p w:rsidR="004923F2" w:rsidRDefault="004923F2" w:rsidP="000B39E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ст-ца  Передовая</w:t>
      </w:r>
    </w:p>
    <w:p w:rsidR="004923F2" w:rsidRDefault="004923F2" w:rsidP="000B39E6">
      <w:pPr>
        <w:jc w:val="center"/>
        <w:rPr>
          <w:rFonts w:ascii="Times New Roman" w:hAnsi="Times New Roman"/>
          <w:iCs/>
          <w:sz w:val="28"/>
          <w:szCs w:val="28"/>
        </w:rPr>
      </w:pPr>
    </w:p>
    <w:p w:rsidR="004923F2" w:rsidRDefault="004923F2" w:rsidP="000B39E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b/>
          <w:sz w:val="28"/>
          <w:szCs w:val="28"/>
        </w:rPr>
        <w:t>О внесении изменений в решение Совета Передовского сельского поселения Отрадненского района от 30.11.2021 года № 140 «О бюджете</w:t>
      </w:r>
    </w:p>
    <w:p w:rsidR="004923F2" w:rsidRDefault="004923F2" w:rsidP="000B39E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Передовского сельского поселения Отрадненского </w:t>
      </w:r>
    </w:p>
    <w:p w:rsidR="004923F2" w:rsidRDefault="004923F2" w:rsidP="000B39E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района на 2022 год»</w:t>
      </w:r>
    </w:p>
    <w:p w:rsidR="004923F2" w:rsidRDefault="004923F2" w:rsidP="000B39E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В соответствии с Бюджетным Кодексом Российской Федерации, Положением «О бюджетном процессе в Передовском сельском поселении Отрадненского района», утвержденным решением Совета Передовского сельского поселения Отрадненского района от 27 октября 2017 года «Об утверждении Положения о бюджетном процессе в Передовском сельском поселении Отрадненского района».</w:t>
      </w:r>
    </w:p>
    <w:p w:rsidR="004923F2" w:rsidRDefault="004923F2" w:rsidP="000B39E6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Передовского сельского поселения Отрадненского района р е ш и л:</w:t>
      </w:r>
    </w:p>
    <w:p w:rsidR="004923F2" w:rsidRDefault="004923F2" w:rsidP="000B39E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1. Внести в решение Совета Передовского сельского поселения Отрадненского района от 30 ноября 2021 года № 140 «О бюджете Передовского сельского поселения Отрадненского района на 2022 год» следующие изменения:</w:t>
      </w:r>
    </w:p>
    <w:p w:rsidR="004923F2" w:rsidRDefault="004923F2" w:rsidP="000B39E6">
      <w:pPr>
        <w:rPr>
          <w:rFonts w:ascii="Times New Roman" w:hAnsi="Times New Roman"/>
          <w:sz w:val="28"/>
          <w:szCs w:val="28"/>
        </w:rPr>
      </w:pPr>
    </w:p>
    <w:p w:rsidR="004923F2" w:rsidRDefault="004923F2" w:rsidP="000B39E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1) подпункты  1,2,3 пункта 1 статьи 1 изложить в новой редакции:</w:t>
      </w:r>
    </w:p>
    <w:p w:rsidR="004923F2" w:rsidRDefault="004923F2" w:rsidP="000B39E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«1) общий объем доходов в сумме 57 289 955,18  рублей;</w:t>
      </w:r>
    </w:p>
    <w:p w:rsidR="004923F2" w:rsidRDefault="004923F2" w:rsidP="000B39E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2) общий объем расходов в сумме  59 196 518,06 рублей;</w:t>
      </w:r>
    </w:p>
    <w:p w:rsidR="004923F2" w:rsidRDefault="004923F2" w:rsidP="000B39E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3) дефицит (профицит) бюджета  1 906 562,88  рублей».</w:t>
      </w:r>
    </w:p>
    <w:p w:rsidR="004923F2" w:rsidRDefault="004923F2" w:rsidP="000B39E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2) приложения № 5,6,7,8 к решению Совета Передовского сельского поселения Отрадненского района от 30 ноября 2021 года № 140 «О бюджете Передовского сельского поселения Отрадненского района на 2022 год» изложить в новой редакции согласно приложениям № 5,6,7,8 к настоящему решению (прилагаются).</w:t>
      </w:r>
    </w:p>
    <w:p w:rsidR="004923F2" w:rsidRDefault="004923F2" w:rsidP="00D61E4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3) Исключить статью 2 и стать 3.</w:t>
      </w:r>
    </w:p>
    <w:p w:rsidR="004923F2" w:rsidRDefault="004923F2" w:rsidP="000B39E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4) Приложения 1 и 3 исключить.  </w:t>
      </w:r>
    </w:p>
    <w:p w:rsidR="004923F2" w:rsidRDefault="004923F2" w:rsidP="000B39E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2.    Настоящее решение вступает в силу со дня его официального опубликования (обнародования).</w:t>
      </w:r>
    </w:p>
    <w:p w:rsidR="004923F2" w:rsidRDefault="004923F2" w:rsidP="000B39E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ИО главы Передовского сельского поселения</w:t>
      </w:r>
    </w:p>
    <w:p w:rsidR="004923F2" w:rsidRDefault="004923F2" w:rsidP="000B39E6">
      <w:pPr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Отрадненского района                                                                     Е.В.Канева                                                                </w:t>
      </w:r>
    </w:p>
    <w:sectPr w:rsidR="004923F2" w:rsidSect="005351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1AC9"/>
    <w:rsid w:val="00012CD4"/>
    <w:rsid w:val="00012D25"/>
    <w:rsid w:val="0006152C"/>
    <w:rsid w:val="000B1B22"/>
    <w:rsid w:val="000B39E6"/>
    <w:rsid w:val="000C4525"/>
    <w:rsid w:val="001026C2"/>
    <w:rsid w:val="00116139"/>
    <w:rsid w:val="00116640"/>
    <w:rsid w:val="001304CA"/>
    <w:rsid w:val="00130516"/>
    <w:rsid w:val="00141A19"/>
    <w:rsid w:val="00167668"/>
    <w:rsid w:val="0018203A"/>
    <w:rsid w:val="00191869"/>
    <w:rsid w:val="001A7E35"/>
    <w:rsid w:val="001B3516"/>
    <w:rsid w:val="001B6DED"/>
    <w:rsid w:val="001C60F3"/>
    <w:rsid w:val="001F41A6"/>
    <w:rsid w:val="00210832"/>
    <w:rsid w:val="00216AA3"/>
    <w:rsid w:val="00226079"/>
    <w:rsid w:val="002443AB"/>
    <w:rsid w:val="00250FBF"/>
    <w:rsid w:val="00275D68"/>
    <w:rsid w:val="00293674"/>
    <w:rsid w:val="00293885"/>
    <w:rsid w:val="002941D1"/>
    <w:rsid w:val="002A5566"/>
    <w:rsid w:val="002A5D61"/>
    <w:rsid w:val="002E72CF"/>
    <w:rsid w:val="002F7966"/>
    <w:rsid w:val="00371E90"/>
    <w:rsid w:val="00384375"/>
    <w:rsid w:val="003B1D8C"/>
    <w:rsid w:val="003B2CE0"/>
    <w:rsid w:val="003D46A1"/>
    <w:rsid w:val="00405C33"/>
    <w:rsid w:val="00413B3A"/>
    <w:rsid w:val="004923F2"/>
    <w:rsid w:val="004D0E64"/>
    <w:rsid w:val="004E290E"/>
    <w:rsid w:val="004E3B23"/>
    <w:rsid w:val="005277FE"/>
    <w:rsid w:val="00533050"/>
    <w:rsid w:val="00535157"/>
    <w:rsid w:val="00555A76"/>
    <w:rsid w:val="00563C4A"/>
    <w:rsid w:val="00567015"/>
    <w:rsid w:val="00576BBE"/>
    <w:rsid w:val="005C289B"/>
    <w:rsid w:val="005C6457"/>
    <w:rsid w:val="006302E2"/>
    <w:rsid w:val="00630548"/>
    <w:rsid w:val="00641F86"/>
    <w:rsid w:val="00671BA5"/>
    <w:rsid w:val="00685451"/>
    <w:rsid w:val="00696E35"/>
    <w:rsid w:val="006C436F"/>
    <w:rsid w:val="006F1E45"/>
    <w:rsid w:val="00701C62"/>
    <w:rsid w:val="00762B25"/>
    <w:rsid w:val="00771AC7"/>
    <w:rsid w:val="00780766"/>
    <w:rsid w:val="00785157"/>
    <w:rsid w:val="007917C2"/>
    <w:rsid w:val="00792456"/>
    <w:rsid w:val="007B50F3"/>
    <w:rsid w:val="007C02B3"/>
    <w:rsid w:val="007F47B3"/>
    <w:rsid w:val="007F5029"/>
    <w:rsid w:val="007F5C11"/>
    <w:rsid w:val="007F5EAD"/>
    <w:rsid w:val="007F6CD3"/>
    <w:rsid w:val="00806622"/>
    <w:rsid w:val="00820A3E"/>
    <w:rsid w:val="008271DC"/>
    <w:rsid w:val="00834DFE"/>
    <w:rsid w:val="00847B94"/>
    <w:rsid w:val="00856E1E"/>
    <w:rsid w:val="008A3942"/>
    <w:rsid w:val="008B5B7D"/>
    <w:rsid w:val="008C1344"/>
    <w:rsid w:val="008D5F68"/>
    <w:rsid w:val="00910291"/>
    <w:rsid w:val="00915720"/>
    <w:rsid w:val="009201C3"/>
    <w:rsid w:val="00941EAF"/>
    <w:rsid w:val="009572F8"/>
    <w:rsid w:val="00983F63"/>
    <w:rsid w:val="00985E7C"/>
    <w:rsid w:val="00995825"/>
    <w:rsid w:val="00997CE3"/>
    <w:rsid w:val="009A1A18"/>
    <w:rsid w:val="009A290B"/>
    <w:rsid w:val="009C661F"/>
    <w:rsid w:val="00A42CA9"/>
    <w:rsid w:val="00A5527E"/>
    <w:rsid w:val="00A55E58"/>
    <w:rsid w:val="00A73D19"/>
    <w:rsid w:val="00A96193"/>
    <w:rsid w:val="00AD0870"/>
    <w:rsid w:val="00AE225B"/>
    <w:rsid w:val="00B0058C"/>
    <w:rsid w:val="00B104E2"/>
    <w:rsid w:val="00B116A4"/>
    <w:rsid w:val="00B3121C"/>
    <w:rsid w:val="00B40857"/>
    <w:rsid w:val="00B4498C"/>
    <w:rsid w:val="00B61AB0"/>
    <w:rsid w:val="00B756C8"/>
    <w:rsid w:val="00B93347"/>
    <w:rsid w:val="00BA4F12"/>
    <w:rsid w:val="00C01516"/>
    <w:rsid w:val="00C15CCA"/>
    <w:rsid w:val="00C21258"/>
    <w:rsid w:val="00C32B9B"/>
    <w:rsid w:val="00C34A9C"/>
    <w:rsid w:val="00CC19F7"/>
    <w:rsid w:val="00CC445D"/>
    <w:rsid w:val="00CC5B45"/>
    <w:rsid w:val="00CD2F43"/>
    <w:rsid w:val="00D27865"/>
    <w:rsid w:val="00D30C60"/>
    <w:rsid w:val="00D31AC9"/>
    <w:rsid w:val="00D61E4E"/>
    <w:rsid w:val="00D760CB"/>
    <w:rsid w:val="00D9521E"/>
    <w:rsid w:val="00DA131C"/>
    <w:rsid w:val="00DA1D32"/>
    <w:rsid w:val="00DC1241"/>
    <w:rsid w:val="00DC16FE"/>
    <w:rsid w:val="00DD47A9"/>
    <w:rsid w:val="00E13671"/>
    <w:rsid w:val="00E72FF3"/>
    <w:rsid w:val="00E8220F"/>
    <w:rsid w:val="00EC039E"/>
    <w:rsid w:val="00EC4764"/>
    <w:rsid w:val="00EE167C"/>
    <w:rsid w:val="00F31817"/>
    <w:rsid w:val="00F53371"/>
    <w:rsid w:val="00F60EAE"/>
    <w:rsid w:val="00F610E0"/>
    <w:rsid w:val="00F82E35"/>
    <w:rsid w:val="00F91C2F"/>
    <w:rsid w:val="00FB3B80"/>
    <w:rsid w:val="00FE4025"/>
    <w:rsid w:val="00FF76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7668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167668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B104E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rsid w:val="00820A3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997CE3"/>
    <w:rPr>
      <w:rFonts w:ascii="Times New Roman" w:hAnsi="Times New Roman" w:cs="Times New Roman"/>
      <w:sz w:val="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2A5D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96E35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5851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1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248</TotalTime>
  <Pages>1</Pages>
  <Words>301</Words>
  <Characters>1722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Пользователь</cp:lastModifiedBy>
  <cp:revision>54</cp:revision>
  <cp:lastPrinted>2022-03-10T11:27:00Z</cp:lastPrinted>
  <dcterms:created xsi:type="dcterms:W3CDTF">2016-01-27T11:02:00Z</dcterms:created>
  <dcterms:modified xsi:type="dcterms:W3CDTF">2022-05-31T11:39:00Z</dcterms:modified>
</cp:coreProperties>
</file>