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D4" w:rsidRDefault="00C971D4" w:rsidP="00AE225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C971D4" w:rsidRDefault="00C971D4" w:rsidP="000B39E6">
      <w:pPr>
        <w:tabs>
          <w:tab w:val="left" w:pos="709"/>
        </w:tabs>
        <w:rPr>
          <w:lang w:eastAsia="ru-RU"/>
        </w:rPr>
      </w:pPr>
      <w:r>
        <w:tab/>
      </w:r>
    </w:p>
    <w:p w:rsidR="00C971D4" w:rsidRDefault="00C971D4" w:rsidP="000B39E6">
      <w:pPr>
        <w:tabs>
          <w:tab w:val="left" w:pos="2534"/>
        </w:tabs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C971D4" w:rsidRDefault="00C971D4" w:rsidP="000B39E6">
      <w:pPr>
        <w:tabs>
          <w:tab w:val="left" w:pos="2534"/>
        </w:tabs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СОВЕТ ПЕРЕДОВСКОГО СЕЛЬСКОГО ПОСЕЛЕНИЯ </w:t>
      </w:r>
    </w:p>
    <w:p w:rsidR="00C971D4" w:rsidRDefault="00C971D4" w:rsidP="000B39E6">
      <w:pPr>
        <w:tabs>
          <w:tab w:val="left" w:pos="2534"/>
        </w:tabs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ОТРАДНЕНСКОГО РАЙОНА</w:t>
      </w:r>
    </w:p>
    <w:p w:rsidR="00C971D4" w:rsidRDefault="00C971D4" w:rsidP="000B39E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971D4" w:rsidRDefault="00C971D4" w:rsidP="000B39E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ШЕСТЬДЕСЯТ ВТОРАЯ СЕССИЯ</w:t>
      </w:r>
    </w:p>
    <w:p w:rsidR="00C971D4" w:rsidRDefault="00C971D4" w:rsidP="000B39E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971D4" w:rsidRDefault="00C971D4" w:rsidP="000B39E6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СОЗЫВ)</w:t>
      </w:r>
    </w:p>
    <w:p w:rsidR="00C971D4" w:rsidRDefault="00C971D4" w:rsidP="000B39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 марта 2022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№ 174</w:t>
      </w:r>
    </w:p>
    <w:p w:rsidR="00C971D4" w:rsidRDefault="00C971D4" w:rsidP="000B39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ст-ца  Передовая</w:t>
      </w:r>
    </w:p>
    <w:p w:rsidR="00C971D4" w:rsidRDefault="00C971D4" w:rsidP="000B39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71D4" w:rsidRDefault="00C971D4" w:rsidP="000B39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30.11.2021 года № 140 «О бюджете</w:t>
      </w:r>
    </w:p>
    <w:p w:rsidR="00C971D4" w:rsidRDefault="00C971D4" w:rsidP="000B39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Передовского сельского поселения Отрадненского </w:t>
      </w:r>
    </w:p>
    <w:p w:rsidR="00C971D4" w:rsidRDefault="00C971D4" w:rsidP="00586F1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 на 2022 год»</w:t>
      </w:r>
    </w:p>
    <w:p w:rsidR="00C971D4" w:rsidRPr="002A7B5F" w:rsidRDefault="00C971D4" w:rsidP="00586F1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C971D4" w:rsidRDefault="00C971D4" w:rsidP="000B39E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Передовского сельского поселения Отрадненского района р е ш и л: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следующие изменения: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общий объем доходов в сумме 55 291 700,0  рублей;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2) общий объем расходов в сумме  59 196 518,06 рублей;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3) дефицит (профицит) бюджета  3 904 818,06  рублей».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приложения № 3,4,5,6,7,8 к решению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изложить в новой редакции согласно приложениям № 3,4,5,6,7,8 к настоящему решению (прилагаются).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главы Передовского сельского поселения</w:t>
      </w:r>
    </w:p>
    <w:p w:rsidR="00C971D4" w:rsidRDefault="00C971D4" w:rsidP="000B3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Отрадненского района                                                                     Е.В.Канева                                                                </w:t>
      </w:r>
    </w:p>
    <w:sectPr w:rsidR="00C971D4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659B3"/>
    <w:rsid w:val="000B1B22"/>
    <w:rsid w:val="000B39E6"/>
    <w:rsid w:val="000C4525"/>
    <w:rsid w:val="000E3EA0"/>
    <w:rsid w:val="001026C2"/>
    <w:rsid w:val="0010320F"/>
    <w:rsid w:val="00116139"/>
    <w:rsid w:val="00116640"/>
    <w:rsid w:val="001304CA"/>
    <w:rsid w:val="00130516"/>
    <w:rsid w:val="00167668"/>
    <w:rsid w:val="00191869"/>
    <w:rsid w:val="001A7E35"/>
    <w:rsid w:val="001B3516"/>
    <w:rsid w:val="001B6DED"/>
    <w:rsid w:val="001C60F3"/>
    <w:rsid w:val="001F41A6"/>
    <w:rsid w:val="00210832"/>
    <w:rsid w:val="00216AA3"/>
    <w:rsid w:val="00226079"/>
    <w:rsid w:val="002443AB"/>
    <w:rsid w:val="00250FBF"/>
    <w:rsid w:val="00275D68"/>
    <w:rsid w:val="00293674"/>
    <w:rsid w:val="00293885"/>
    <w:rsid w:val="002941D1"/>
    <w:rsid w:val="002A5566"/>
    <w:rsid w:val="002A5D61"/>
    <w:rsid w:val="002A7B5F"/>
    <w:rsid w:val="002E72CF"/>
    <w:rsid w:val="002F7966"/>
    <w:rsid w:val="0035036D"/>
    <w:rsid w:val="00371E90"/>
    <w:rsid w:val="00384375"/>
    <w:rsid w:val="003B1D8C"/>
    <w:rsid w:val="003B2CE0"/>
    <w:rsid w:val="003D46A1"/>
    <w:rsid w:val="003F5707"/>
    <w:rsid w:val="004054E7"/>
    <w:rsid w:val="00405C33"/>
    <w:rsid w:val="00413B3A"/>
    <w:rsid w:val="0045085B"/>
    <w:rsid w:val="004918A9"/>
    <w:rsid w:val="004E290E"/>
    <w:rsid w:val="00533050"/>
    <w:rsid w:val="00535157"/>
    <w:rsid w:val="00555A76"/>
    <w:rsid w:val="00563C4A"/>
    <w:rsid w:val="00567015"/>
    <w:rsid w:val="00576BBE"/>
    <w:rsid w:val="00586F1E"/>
    <w:rsid w:val="005C289B"/>
    <w:rsid w:val="005C6457"/>
    <w:rsid w:val="00671BA5"/>
    <w:rsid w:val="00685451"/>
    <w:rsid w:val="00696E35"/>
    <w:rsid w:val="006B08A0"/>
    <w:rsid w:val="006C436F"/>
    <w:rsid w:val="006F1E45"/>
    <w:rsid w:val="00701C62"/>
    <w:rsid w:val="007163D1"/>
    <w:rsid w:val="00725363"/>
    <w:rsid w:val="00780766"/>
    <w:rsid w:val="00785157"/>
    <w:rsid w:val="007917C2"/>
    <w:rsid w:val="007B50F3"/>
    <w:rsid w:val="007C02B3"/>
    <w:rsid w:val="007F47B3"/>
    <w:rsid w:val="007F5029"/>
    <w:rsid w:val="007F5C11"/>
    <w:rsid w:val="007F5EAD"/>
    <w:rsid w:val="007F6CD3"/>
    <w:rsid w:val="00806622"/>
    <w:rsid w:val="00820A3E"/>
    <w:rsid w:val="008271DC"/>
    <w:rsid w:val="00834DFE"/>
    <w:rsid w:val="0085429B"/>
    <w:rsid w:val="00856E1E"/>
    <w:rsid w:val="008B5B7D"/>
    <w:rsid w:val="008C1344"/>
    <w:rsid w:val="008D5F68"/>
    <w:rsid w:val="00910291"/>
    <w:rsid w:val="00915720"/>
    <w:rsid w:val="009158B2"/>
    <w:rsid w:val="009364E1"/>
    <w:rsid w:val="00941EAF"/>
    <w:rsid w:val="00964A05"/>
    <w:rsid w:val="00985E7C"/>
    <w:rsid w:val="00995825"/>
    <w:rsid w:val="00997CE3"/>
    <w:rsid w:val="009A1A18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AF27CA"/>
    <w:rsid w:val="00B0058C"/>
    <w:rsid w:val="00B104E2"/>
    <w:rsid w:val="00B116A4"/>
    <w:rsid w:val="00B3121C"/>
    <w:rsid w:val="00B40857"/>
    <w:rsid w:val="00B4498C"/>
    <w:rsid w:val="00B61AB0"/>
    <w:rsid w:val="00B70C9D"/>
    <w:rsid w:val="00B756C8"/>
    <w:rsid w:val="00B93347"/>
    <w:rsid w:val="00BA4F12"/>
    <w:rsid w:val="00BB2009"/>
    <w:rsid w:val="00C01516"/>
    <w:rsid w:val="00C14049"/>
    <w:rsid w:val="00C15CCA"/>
    <w:rsid w:val="00C21258"/>
    <w:rsid w:val="00C32B9B"/>
    <w:rsid w:val="00C34A9C"/>
    <w:rsid w:val="00C971D4"/>
    <w:rsid w:val="00CC19F7"/>
    <w:rsid w:val="00CC445D"/>
    <w:rsid w:val="00CC5B45"/>
    <w:rsid w:val="00CD2F43"/>
    <w:rsid w:val="00D1545E"/>
    <w:rsid w:val="00D27865"/>
    <w:rsid w:val="00D31AC9"/>
    <w:rsid w:val="00D760CB"/>
    <w:rsid w:val="00D9521E"/>
    <w:rsid w:val="00DA131C"/>
    <w:rsid w:val="00DA1D32"/>
    <w:rsid w:val="00DC1241"/>
    <w:rsid w:val="00DC16FE"/>
    <w:rsid w:val="00DD47A9"/>
    <w:rsid w:val="00E01AEE"/>
    <w:rsid w:val="00E13671"/>
    <w:rsid w:val="00E72FF3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szCs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A5D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E35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4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1</Pages>
  <Words>291</Words>
  <Characters>1661</Characters>
  <Application>Microsoft Office Outlook</Application>
  <DocSecurity>0</DocSecurity>
  <Lines>0</Lines>
  <Paragraphs>0</Paragraphs>
  <ScaleCrop>false</ScaleCrop>
  <Company>Nova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Denis</cp:lastModifiedBy>
  <cp:revision>55</cp:revision>
  <cp:lastPrinted>2022-03-10T11:27:00Z</cp:lastPrinted>
  <dcterms:created xsi:type="dcterms:W3CDTF">2016-01-27T11:02:00Z</dcterms:created>
  <dcterms:modified xsi:type="dcterms:W3CDTF">2022-05-31T14:24:00Z</dcterms:modified>
</cp:coreProperties>
</file>