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C67" w:rsidRDefault="00193C67" w:rsidP="00A22B9D">
      <w:pPr>
        <w:tabs>
          <w:tab w:val="left" w:pos="709"/>
        </w:tabs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93C67" w:rsidRDefault="00193C67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193C67" w:rsidRDefault="00193C67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193C67" w:rsidRDefault="00193C67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93C67" w:rsidRDefault="00193C67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ШЕСТЬДЕСЯТ ТРЕТЬЯ СЕССИЯ</w:t>
      </w:r>
    </w:p>
    <w:p w:rsidR="00193C67" w:rsidRDefault="00193C67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93C67" w:rsidRDefault="00193C67" w:rsidP="000B39E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193C67" w:rsidRDefault="00193C67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24 мая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176</w:t>
      </w:r>
    </w:p>
    <w:p w:rsidR="00193C67" w:rsidRDefault="00193C67" w:rsidP="000B39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 Передовая</w:t>
      </w:r>
    </w:p>
    <w:p w:rsidR="00193C67" w:rsidRDefault="00193C67" w:rsidP="000B39E6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193C67" w:rsidRDefault="00193C67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30.11.2021 года № 140 «О бюджете</w:t>
      </w:r>
    </w:p>
    <w:p w:rsidR="00193C67" w:rsidRDefault="00193C67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193C67" w:rsidRDefault="00193C67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на 2022 год»</w:t>
      </w:r>
    </w:p>
    <w:p w:rsidR="00193C67" w:rsidRDefault="00193C67" w:rsidP="000B39E6">
      <w:pPr>
        <w:rPr>
          <w:rFonts w:ascii="Times New Roman" w:hAnsi="Times New Roman"/>
          <w:b/>
          <w:sz w:val="28"/>
          <w:szCs w:val="28"/>
        </w:rPr>
      </w:pP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27 октября 2017 года «Об утверждении Положения о бюджетном процессе в Передовском сельском поселении Отрадненского района».</w:t>
      </w:r>
    </w:p>
    <w:p w:rsidR="00193C67" w:rsidRDefault="00193C67" w:rsidP="000B39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следующие изменения:</w:t>
      </w: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58 109 200,0  рублей;</w:t>
      </w: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общий объем расходов в сумме  60 015 762,88 рублей;</w:t>
      </w: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дефицит (профицит) бюджета  1 906 562,88  рублей».</w:t>
      </w: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 3,4,5,6,7,8 к решению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изложить в новой редакции согласно приложениям № 3,4,5,6,7,8 к настоящему решению (прилагаются).</w:t>
      </w: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официального опубликования (обнародования).</w:t>
      </w:r>
    </w:p>
    <w:p w:rsidR="00193C67" w:rsidRDefault="00193C67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Передовского сельского поселения</w:t>
      </w:r>
    </w:p>
    <w:p w:rsidR="00193C67" w:rsidRDefault="00193C67" w:rsidP="000B39E6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Е.Н. Фольгерова</w:t>
      </w:r>
    </w:p>
    <w:sectPr w:rsidR="00193C67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51328"/>
    <w:rsid w:val="0006152C"/>
    <w:rsid w:val="000B1B22"/>
    <w:rsid w:val="000B39E6"/>
    <w:rsid w:val="000C4525"/>
    <w:rsid w:val="000E3EA0"/>
    <w:rsid w:val="000F3C03"/>
    <w:rsid w:val="001026C2"/>
    <w:rsid w:val="00116139"/>
    <w:rsid w:val="00116640"/>
    <w:rsid w:val="001304CA"/>
    <w:rsid w:val="00130516"/>
    <w:rsid w:val="00167668"/>
    <w:rsid w:val="00191869"/>
    <w:rsid w:val="00193C67"/>
    <w:rsid w:val="001A7E35"/>
    <w:rsid w:val="001B3516"/>
    <w:rsid w:val="001B6DED"/>
    <w:rsid w:val="001C60F3"/>
    <w:rsid w:val="001F41A6"/>
    <w:rsid w:val="00210832"/>
    <w:rsid w:val="00216AA3"/>
    <w:rsid w:val="00226079"/>
    <w:rsid w:val="002443AB"/>
    <w:rsid w:val="00250FBF"/>
    <w:rsid w:val="00275D68"/>
    <w:rsid w:val="00293674"/>
    <w:rsid w:val="00293885"/>
    <w:rsid w:val="002941D1"/>
    <w:rsid w:val="002A5566"/>
    <w:rsid w:val="002A5D61"/>
    <w:rsid w:val="002E72CF"/>
    <w:rsid w:val="002F7966"/>
    <w:rsid w:val="0031190F"/>
    <w:rsid w:val="00331CC4"/>
    <w:rsid w:val="00371E90"/>
    <w:rsid w:val="00384375"/>
    <w:rsid w:val="003B1D8C"/>
    <w:rsid w:val="003B2CE0"/>
    <w:rsid w:val="003C0DB8"/>
    <w:rsid w:val="003D46A1"/>
    <w:rsid w:val="00401F82"/>
    <w:rsid w:val="00405C33"/>
    <w:rsid w:val="00413B3A"/>
    <w:rsid w:val="0042526E"/>
    <w:rsid w:val="0045085B"/>
    <w:rsid w:val="004918A9"/>
    <w:rsid w:val="004D21FA"/>
    <w:rsid w:val="004E290E"/>
    <w:rsid w:val="00533050"/>
    <w:rsid w:val="00535157"/>
    <w:rsid w:val="00555A76"/>
    <w:rsid w:val="00563C4A"/>
    <w:rsid w:val="00567015"/>
    <w:rsid w:val="00576BBE"/>
    <w:rsid w:val="005C289B"/>
    <w:rsid w:val="005C6457"/>
    <w:rsid w:val="00671BA5"/>
    <w:rsid w:val="00685451"/>
    <w:rsid w:val="00696E35"/>
    <w:rsid w:val="006C436F"/>
    <w:rsid w:val="006D306B"/>
    <w:rsid w:val="006F1E45"/>
    <w:rsid w:val="00701C62"/>
    <w:rsid w:val="007163D1"/>
    <w:rsid w:val="00780766"/>
    <w:rsid w:val="00785157"/>
    <w:rsid w:val="007917C2"/>
    <w:rsid w:val="007B50F3"/>
    <w:rsid w:val="007C02B3"/>
    <w:rsid w:val="007F47B3"/>
    <w:rsid w:val="007F5029"/>
    <w:rsid w:val="007F5C11"/>
    <w:rsid w:val="007F5EAD"/>
    <w:rsid w:val="007F6CD3"/>
    <w:rsid w:val="00806622"/>
    <w:rsid w:val="00820A3E"/>
    <w:rsid w:val="008271DC"/>
    <w:rsid w:val="00834DFE"/>
    <w:rsid w:val="0085429B"/>
    <w:rsid w:val="00856E1E"/>
    <w:rsid w:val="008B5B7D"/>
    <w:rsid w:val="008C1344"/>
    <w:rsid w:val="008D5F68"/>
    <w:rsid w:val="00910291"/>
    <w:rsid w:val="00915720"/>
    <w:rsid w:val="00941EAF"/>
    <w:rsid w:val="00985E7C"/>
    <w:rsid w:val="00995825"/>
    <w:rsid w:val="00997CE3"/>
    <w:rsid w:val="009A1A18"/>
    <w:rsid w:val="009A290B"/>
    <w:rsid w:val="009C661F"/>
    <w:rsid w:val="009E4D6E"/>
    <w:rsid w:val="00A22B9D"/>
    <w:rsid w:val="00A24F1D"/>
    <w:rsid w:val="00A42CA9"/>
    <w:rsid w:val="00A5527E"/>
    <w:rsid w:val="00A55E58"/>
    <w:rsid w:val="00A73D19"/>
    <w:rsid w:val="00A96193"/>
    <w:rsid w:val="00AC6F9A"/>
    <w:rsid w:val="00AD0870"/>
    <w:rsid w:val="00AE225B"/>
    <w:rsid w:val="00AF27CA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95EA3"/>
    <w:rsid w:val="00BA4F12"/>
    <w:rsid w:val="00BB2009"/>
    <w:rsid w:val="00C01516"/>
    <w:rsid w:val="00C14049"/>
    <w:rsid w:val="00C15CCA"/>
    <w:rsid w:val="00C21258"/>
    <w:rsid w:val="00C32B9B"/>
    <w:rsid w:val="00C34A9C"/>
    <w:rsid w:val="00CC19F7"/>
    <w:rsid w:val="00CC445D"/>
    <w:rsid w:val="00CC5B45"/>
    <w:rsid w:val="00CD2F43"/>
    <w:rsid w:val="00CF514E"/>
    <w:rsid w:val="00D27865"/>
    <w:rsid w:val="00D31AC9"/>
    <w:rsid w:val="00D760CB"/>
    <w:rsid w:val="00D9521E"/>
    <w:rsid w:val="00DA131C"/>
    <w:rsid w:val="00DA1D32"/>
    <w:rsid w:val="00DC1241"/>
    <w:rsid w:val="00DC16FE"/>
    <w:rsid w:val="00DD47A9"/>
    <w:rsid w:val="00E13671"/>
    <w:rsid w:val="00E713FF"/>
    <w:rsid w:val="00E72FF3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A5D61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E35"/>
    <w:rPr>
      <w:rFonts w:ascii="Times New Roman" w:hAnsi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54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251</TotalTime>
  <Pages>1</Pages>
  <Words>280</Words>
  <Characters>1600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57</cp:revision>
  <cp:lastPrinted>2022-03-10T11:27:00Z</cp:lastPrinted>
  <dcterms:created xsi:type="dcterms:W3CDTF">2016-01-27T11:02:00Z</dcterms:created>
  <dcterms:modified xsi:type="dcterms:W3CDTF">2022-06-01T06:24:00Z</dcterms:modified>
</cp:coreProperties>
</file>