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ADE" w:rsidRPr="0022682F" w:rsidRDefault="00FC1ADE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6</w:t>
      </w:r>
    </w:p>
    <w:p w:rsidR="00FC1ADE" w:rsidRPr="0022682F" w:rsidRDefault="00FC1ADE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 xml:space="preserve">решению Совета </w:t>
      </w:r>
      <w:r w:rsidRPr="0022682F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</w:p>
    <w:p w:rsidR="00FC1ADE" w:rsidRPr="0022682F" w:rsidRDefault="00FC1ADE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FC1ADE" w:rsidRPr="0022682F" w:rsidRDefault="00FC1ADE" w:rsidP="00B666E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от 10 октября 2022 года № 193</w:t>
      </w:r>
    </w:p>
    <w:p w:rsidR="00FC1ADE" w:rsidRPr="0022682F" w:rsidRDefault="00FC1ADE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C1ADE" w:rsidRPr="0022682F" w:rsidRDefault="00FC1ADE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FC1ADE" w:rsidRPr="0022682F" w:rsidRDefault="00FC1ADE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FC1ADE" w:rsidRPr="0022682F" w:rsidTr="00DF72AF">
        <w:tc>
          <w:tcPr>
            <w:tcW w:w="3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FC1ADE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FC1ADE" w:rsidRPr="0022682F" w:rsidTr="00DF72AF">
        <w:tc>
          <w:tcPr>
            <w:tcW w:w="3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FC1ADE" w:rsidRPr="0022682F" w:rsidRDefault="00FC1ADE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1 906 562,88</w:t>
            </w:r>
          </w:p>
        </w:tc>
      </w:tr>
      <w:tr w:rsidR="00FC1ADE" w:rsidRPr="0022682F" w:rsidTr="00DF72AF">
        <w:tc>
          <w:tcPr>
            <w:tcW w:w="3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FC1ADE" w:rsidRPr="0022682F" w:rsidRDefault="00FC1ADE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1 906 562,88</w:t>
            </w:r>
          </w:p>
        </w:tc>
      </w:tr>
      <w:tr w:rsidR="00FC1ADE" w:rsidRPr="0022682F" w:rsidTr="00DF72AF">
        <w:tc>
          <w:tcPr>
            <w:tcW w:w="3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FC1ADE" w:rsidRPr="0022682F" w:rsidRDefault="00FC1ADE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- 66 475 400,0</w:t>
            </w:r>
          </w:p>
        </w:tc>
      </w:tr>
      <w:tr w:rsidR="00FC1ADE" w:rsidRPr="0022682F" w:rsidTr="00DF72AF">
        <w:tc>
          <w:tcPr>
            <w:tcW w:w="3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FC1ADE" w:rsidRPr="0022682F" w:rsidRDefault="00FC1ADE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- 66 475 400,0</w:t>
            </w:r>
          </w:p>
        </w:tc>
      </w:tr>
      <w:tr w:rsidR="00FC1ADE" w:rsidRPr="0022682F" w:rsidTr="00DF72AF">
        <w:tc>
          <w:tcPr>
            <w:tcW w:w="3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FC1ADE" w:rsidRPr="0022682F" w:rsidRDefault="00FC1ADE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- 66 475 400,0</w:t>
            </w:r>
          </w:p>
        </w:tc>
      </w:tr>
      <w:tr w:rsidR="00FC1ADE" w:rsidRPr="0022682F" w:rsidTr="00DF72AF">
        <w:tc>
          <w:tcPr>
            <w:tcW w:w="3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FC1ADE" w:rsidRPr="0022682F" w:rsidRDefault="00FC1ADE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- 66 475 400,0</w:t>
            </w:r>
          </w:p>
        </w:tc>
      </w:tr>
      <w:tr w:rsidR="00FC1ADE" w:rsidRPr="0022682F" w:rsidTr="00DF72AF">
        <w:tc>
          <w:tcPr>
            <w:tcW w:w="3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FC1ADE" w:rsidRPr="0022682F" w:rsidRDefault="00FC1ADE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68 381 962,88</w:t>
            </w:r>
          </w:p>
        </w:tc>
      </w:tr>
      <w:tr w:rsidR="00FC1ADE" w:rsidRPr="0022682F" w:rsidTr="00DF72AF">
        <w:tc>
          <w:tcPr>
            <w:tcW w:w="3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FC1ADE" w:rsidRPr="002426B7" w:rsidRDefault="00FC1ADE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68 381 962,88</w:t>
            </w:r>
          </w:p>
        </w:tc>
      </w:tr>
      <w:tr w:rsidR="00FC1ADE" w:rsidRPr="0022682F" w:rsidTr="00DF72AF">
        <w:tc>
          <w:tcPr>
            <w:tcW w:w="3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FC1ADE" w:rsidRPr="002426B7" w:rsidRDefault="00FC1ADE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68 381 962,88</w:t>
            </w:r>
          </w:p>
        </w:tc>
      </w:tr>
      <w:tr w:rsidR="00FC1ADE" w:rsidRPr="0022682F" w:rsidTr="00DF72AF">
        <w:tc>
          <w:tcPr>
            <w:tcW w:w="3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FC1ADE" w:rsidRPr="0022682F" w:rsidRDefault="00FC1AD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FC1ADE" w:rsidRPr="002426B7" w:rsidRDefault="00FC1ADE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68 381 962,88</w:t>
            </w:r>
          </w:p>
        </w:tc>
      </w:tr>
    </w:tbl>
    <w:p w:rsidR="00FC1ADE" w:rsidRDefault="00FC1ADE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FC1ADE" w:rsidRDefault="00FC1ADE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FC1ADE" w:rsidRDefault="00FC1ADE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Передовского</w:t>
      </w:r>
    </w:p>
    <w:p w:rsidR="00FC1ADE" w:rsidRPr="00441FA1" w:rsidRDefault="00FC1ADE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Е.Н. Фольгерова</w:t>
      </w:r>
    </w:p>
    <w:sectPr w:rsidR="00FC1ADE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3702F"/>
    <w:rsid w:val="00120A9A"/>
    <w:rsid w:val="00140496"/>
    <w:rsid w:val="001E469D"/>
    <w:rsid w:val="001F69B8"/>
    <w:rsid w:val="002121BA"/>
    <w:rsid w:val="002149AF"/>
    <w:rsid w:val="0022682F"/>
    <w:rsid w:val="00230B74"/>
    <w:rsid w:val="002426B7"/>
    <w:rsid w:val="00245955"/>
    <w:rsid w:val="00256E99"/>
    <w:rsid w:val="002A5179"/>
    <w:rsid w:val="002F1B73"/>
    <w:rsid w:val="003264C9"/>
    <w:rsid w:val="003309FC"/>
    <w:rsid w:val="003830E3"/>
    <w:rsid w:val="00385ABE"/>
    <w:rsid w:val="0039633B"/>
    <w:rsid w:val="003E50D6"/>
    <w:rsid w:val="0040577E"/>
    <w:rsid w:val="004348A2"/>
    <w:rsid w:val="00441FA1"/>
    <w:rsid w:val="004642E2"/>
    <w:rsid w:val="004A2199"/>
    <w:rsid w:val="00527EC9"/>
    <w:rsid w:val="0053549E"/>
    <w:rsid w:val="00536DCD"/>
    <w:rsid w:val="005C6E9D"/>
    <w:rsid w:val="005F361E"/>
    <w:rsid w:val="00601401"/>
    <w:rsid w:val="006108EA"/>
    <w:rsid w:val="00620865"/>
    <w:rsid w:val="006A17EE"/>
    <w:rsid w:val="006D353B"/>
    <w:rsid w:val="006E0F57"/>
    <w:rsid w:val="006E4CD5"/>
    <w:rsid w:val="006F2E5B"/>
    <w:rsid w:val="006F458A"/>
    <w:rsid w:val="00702B65"/>
    <w:rsid w:val="00744DCA"/>
    <w:rsid w:val="007816B0"/>
    <w:rsid w:val="00782562"/>
    <w:rsid w:val="0079001C"/>
    <w:rsid w:val="00796AB8"/>
    <w:rsid w:val="007C12BB"/>
    <w:rsid w:val="007E5277"/>
    <w:rsid w:val="007E7D81"/>
    <w:rsid w:val="008210F0"/>
    <w:rsid w:val="00846BA4"/>
    <w:rsid w:val="008751B1"/>
    <w:rsid w:val="008A51BF"/>
    <w:rsid w:val="008E48FE"/>
    <w:rsid w:val="00903F31"/>
    <w:rsid w:val="0094142B"/>
    <w:rsid w:val="00962618"/>
    <w:rsid w:val="00965245"/>
    <w:rsid w:val="009744EE"/>
    <w:rsid w:val="00A05172"/>
    <w:rsid w:val="00A1459F"/>
    <w:rsid w:val="00AB1C7B"/>
    <w:rsid w:val="00AE38F6"/>
    <w:rsid w:val="00AF501F"/>
    <w:rsid w:val="00B055AB"/>
    <w:rsid w:val="00B06B6F"/>
    <w:rsid w:val="00B2113E"/>
    <w:rsid w:val="00B429C7"/>
    <w:rsid w:val="00B51E09"/>
    <w:rsid w:val="00B666ED"/>
    <w:rsid w:val="00B70D6A"/>
    <w:rsid w:val="00BD644D"/>
    <w:rsid w:val="00C05F38"/>
    <w:rsid w:val="00C157DA"/>
    <w:rsid w:val="00C25B03"/>
    <w:rsid w:val="00C263BB"/>
    <w:rsid w:val="00C56927"/>
    <w:rsid w:val="00C66502"/>
    <w:rsid w:val="00C70EBF"/>
    <w:rsid w:val="00D2183F"/>
    <w:rsid w:val="00D62571"/>
    <w:rsid w:val="00D90D06"/>
    <w:rsid w:val="00D923DE"/>
    <w:rsid w:val="00D94DB2"/>
    <w:rsid w:val="00DA2B69"/>
    <w:rsid w:val="00DB7564"/>
    <w:rsid w:val="00DC6296"/>
    <w:rsid w:val="00DF72AF"/>
    <w:rsid w:val="00E22995"/>
    <w:rsid w:val="00E431DE"/>
    <w:rsid w:val="00E44D6B"/>
    <w:rsid w:val="00E67A42"/>
    <w:rsid w:val="00E748EA"/>
    <w:rsid w:val="00E84693"/>
    <w:rsid w:val="00EA2DE6"/>
    <w:rsid w:val="00F07A68"/>
    <w:rsid w:val="00F20EDF"/>
    <w:rsid w:val="00F35000"/>
    <w:rsid w:val="00F9770B"/>
    <w:rsid w:val="00FB67B5"/>
    <w:rsid w:val="00FC1ADE"/>
    <w:rsid w:val="00FF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96AB8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48A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1</Pages>
  <Words>262</Words>
  <Characters>1497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33</cp:revision>
  <cp:lastPrinted>2022-01-27T07:37:00Z</cp:lastPrinted>
  <dcterms:created xsi:type="dcterms:W3CDTF">2016-10-28T06:19:00Z</dcterms:created>
  <dcterms:modified xsi:type="dcterms:W3CDTF">2022-10-20T17:04:00Z</dcterms:modified>
</cp:coreProperties>
</file>