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81F" w:rsidRPr="0022682F" w:rsidRDefault="00A6081F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6</w:t>
      </w:r>
    </w:p>
    <w:p w:rsidR="00A6081F" w:rsidRPr="0022682F" w:rsidRDefault="00A6081F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</w:p>
    <w:p w:rsidR="00A6081F" w:rsidRPr="0022682F" w:rsidRDefault="00A6081F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A6081F" w:rsidRPr="0022682F" w:rsidRDefault="00A6081F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от ________________________ № _____</w:t>
      </w:r>
    </w:p>
    <w:p w:rsidR="00A6081F" w:rsidRPr="0022682F" w:rsidRDefault="00A6081F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6081F" w:rsidRPr="0022682F" w:rsidRDefault="00A6081F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23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A6081F" w:rsidRPr="0022682F" w:rsidRDefault="00A6081F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2070"/>
      </w:tblGrid>
      <w:tr w:rsidR="00A6081F" w:rsidRPr="0022682F" w:rsidTr="00DF72AF">
        <w:tc>
          <w:tcPr>
            <w:tcW w:w="3379" w:type="dxa"/>
          </w:tcPr>
          <w:p w:rsidR="00A6081F" w:rsidRPr="0022682F" w:rsidRDefault="00A6081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A6081F" w:rsidRPr="0022682F" w:rsidRDefault="00A6081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2070" w:type="dxa"/>
          </w:tcPr>
          <w:p w:rsidR="00A6081F" w:rsidRDefault="00A6081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A6081F" w:rsidRPr="0022682F" w:rsidRDefault="00A6081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A6081F" w:rsidRPr="0022682F" w:rsidTr="00DF72AF">
        <w:tc>
          <w:tcPr>
            <w:tcW w:w="3379" w:type="dxa"/>
          </w:tcPr>
          <w:p w:rsidR="00A6081F" w:rsidRPr="0022682F" w:rsidRDefault="00A6081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A6081F" w:rsidRPr="0022682F" w:rsidRDefault="00A6081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2070" w:type="dxa"/>
          </w:tcPr>
          <w:p w:rsidR="00A6081F" w:rsidRPr="0022682F" w:rsidRDefault="00A6081F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081F" w:rsidRPr="0022682F" w:rsidTr="00DF72AF">
        <w:tc>
          <w:tcPr>
            <w:tcW w:w="3379" w:type="dxa"/>
          </w:tcPr>
          <w:p w:rsidR="00A6081F" w:rsidRPr="0022682F" w:rsidRDefault="00A6081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A6081F" w:rsidRPr="0022682F" w:rsidRDefault="00A6081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2070" w:type="dxa"/>
          </w:tcPr>
          <w:p w:rsidR="00A6081F" w:rsidRPr="0022682F" w:rsidRDefault="00A6081F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081F" w:rsidRPr="0022682F" w:rsidTr="00DF72AF">
        <w:tc>
          <w:tcPr>
            <w:tcW w:w="3379" w:type="dxa"/>
          </w:tcPr>
          <w:p w:rsidR="00A6081F" w:rsidRPr="0022682F" w:rsidRDefault="00A6081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A6081F" w:rsidRPr="0022682F" w:rsidRDefault="00A6081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2070" w:type="dxa"/>
          </w:tcPr>
          <w:p w:rsidR="00A6081F" w:rsidRPr="0022682F" w:rsidRDefault="00A6081F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- 79 025 351,0</w:t>
            </w:r>
          </w:p>
        </w:tc>
      </w:tr>
      <w:tr w:rsidR="00A6081F" w:rsidRPr="0022682F" w:rsidTr="00DF72AF">
        <w:tc>
          <w:tcPr>
            <w:tcW w:w="3379" w:type="dxa"/>
          </w:tcPr>
          <w:p w:rsidR="00A6081F" w:rsidRPr="0022682F" w:rsidRDefault="00A6081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A6081F" w:rsidRPr="0022682F" w:rsidRDefault="00A6081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70" w:type="dxa"/>
          </w:tcPr>
          <w:p w:rsidR="00A6081F" w:rsidRPr="0022682F" w:rsidRDefault="00A6081F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- 79 025 351,0</w:t>
            </w:r>
          </w:p>
        </w:tc>
      </w:tr>
      <w:tr w:rsidR="00A6081F" w:rsidRPr="0022682F" w:rsidTr="00DF72AF">
        <w:tc>
          <w:tcPr>
            <w:tcW w:w="3379" w:type="dxa"/>
          </w:tcPr>
          <w:p w:rsidR="00A6081F" w:rsidRPr="0022682F" w:rsidRDefault="00A6081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A6081F" w:rsidRPr="0022682F" w:rsidRDefault="00A6081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070" w:type="dxa"/>
          </w:tcPr>
          <w:p w:rsidR="00A6081F" w:rsidRPr="0022682F" w:rsidRDefault="00A6081F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- 79 025 351,0</w:t>
            </w:r>
          </w:p>
        </w:tc>
      </w:tr>
      <w:tr w:rsidR="00A6081F" w:rsidRPr="0022682F" w:rsidTr="00DF72AF">
        <w:tc>
          <w:tcPr>
            <w:tcW w:w="3379" w:type="dxa"/>
          </w:tcPr>
          <w:p w:rsidR="00A6081F" w:rsidRPr="0022682F" w:rsidRDefault="00A6081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A6081F" w:rsidRPr="0022682F" w:rsidRDefault="00A6081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2070" w:type="dxa"/>
          </w:tcPr>
          <w:p w:rsidR="00A6081F" w:rsidRPr="0022682F" w:rsidRDefault="00A6081F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- 79 025 351,0</w:t>
            </w:r>
          </w:p>
        </w:tc>
      </w:tr>
      <w:tr w:rsidR="00A6081F" w:rsidRPr="0022682F" w:rsidTr="00DF72AF">
        <w:tc>
          <w:tcPr>
            <w:tcW w:w="3379" w:type="dxa"/>
          </w:tcPr>
          <w:p w:rsidR="00A6081F" w:rsidRPr="0022682F" w:rsidRDefault="00A6081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A6081F" w:rsidRPr="0022682F" w:rsidRDefault="00A6081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2070" w:type="dxa"/>
          </w:tcPr>
          <w:p w:rsidR="00A6081F" w:rsidRPr="0022682F" w:rsidRDefault="00A6081F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79 025 351,0</w:t>
            </w:r>
          </w:p>
        </w:tc>
      </w:tr>
      <w:tr w:rsidR="00A6081F" w:rsidRPr="0022682F" w:rsidTr="00DF72AF">
        <w:tc>
          <w:tcPr>
            <w:tcW w:w="3379" w:type="dxa"/>
          </w:tcPr>
          <w:p w:rsidR="00A6081F" w:rsidRPr="0022682F" w:rsidRDefault="00A6081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A6081F" w:rsidRPr="0022682F" w:rsidRDefault="00A6081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2070" w:type="dxa"/>
          </w:tcPr>
          <w:p w:rsidR="00A6081F" w:rsidRPr="002426B7" w:rsidRDefault="00A6081F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79 025 351,0</w:t>
            </w:r>
          </w:p>
        </w:tc>
      </w:tr>
      <w:tr w:rsidR="00A6081F" w:rsidRPr="0022682F" w:rsidTr="00DF72AF">
        <w:tc>
          <w:tcPr>
            <w:tcW w:w="3379" w:type="dxa"/>
          </w:tcPr>
          <w:p w:rsidR="00A6081F" w:rsidRPr="0022682F" w:rsidRDefault="00A6081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A6081F" w:rsidRPr="0022682F" w:rsidRDefault="00A6081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2070" w:type="dxa"/>
          </w:tcPr>
          <w:p w:rsidR="00A6081F" w:rsidRPr="002426B7" w:rsidRDefault="00A6081F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79 025 351,0</w:t>
            </w:r>
          </w:p>
        </w:tc>
      </w:tr>
      <w:tr w:rsidR="00A6081F" w:rsidRPr="0022682F" w:rsidTr="00DF72AF">
        <w:tc>
          <w:tcPr>
            <w:tcW w:w="3379" w:type="dxa"/>
          </w:tcPr>
          <w:p w:rsidR="00A6081F" w:rsidRPr="0022682F" w:rsidRDefault="00A6081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A6081F" w:rsidRPr="0022682F" w:rsidRDefault="00A6081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2070" w:type="dxa"/>
          </w:tcPr>
          <w:p w:rsidR="00A6081F" w:rsidRPr="002426B7" w:rsidRDefault="00A6081F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79 025 351,0</w:t>
            </w:r>
          </w:p>
        </w:tc>
      </w:tr>
    </w:tbl>
    <w:p w:rsidR="00A6081F" w:rsidRDefault="00A6081F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A6081F" w:rsidRDefault="00A6081F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A6081F" w:rsidRDefault="00A6081F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ИО Главы Передовского</w:t>
      </w:r>
    </w:p>
    <w:p w:rsidR="00A6081F" w:rsidRPr="00441FA1" w:rsidRDefault="00A6081F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Г.А.Еременко</w:t>
      </w:r>
    </w:p>
    <w:sectPr w:rsidR="00A6081F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140496"/>
    <w:rsid w:val="002149AF"/>
    <w:rsid w:val="0022682F"/>
    <w:rsid w:val="00230B74"/>
    <w:rsid w:val="002426B7"/>
    <w:rsid w:val="00256E99"/>
    <w:rsid w:val="003264C9"/>
    <w:rsid w:val="0039633B"/>
    <w:rsid w:val="003E50D6"/>
    <w:rsid w:val="00415A0D"/>
    <w:rsid w:val="00441FA1"/>
    <w:rsid w:val="004A2199"/>
    <w:rsid w:val="0053549E"/>
    <w:rsid w:val="005C6E9D"/>
    <w:rsid w:val="005F361E"/>
    <w:rsid w:val="006108EA"/>
    <w:rsid w:val="00620865"/>
    <w:rsid w:val="006D353B"/>
    <w:rsid w:val="006E0F57"/>
    <w:rsid w:val="00702B65"/>
    <w:rsid w:val="007C12BB"/>
    <w:rsid w:val="00846BA4"/>
    <w:rsid w:val="00903F31"/>
    <w:rsid w:val="0094142B"/>
    <w:rsid w:val="0095456F"/>
    <w:rsid w:val="009744EE"/>
    <w:rsid w:val="00A05172"/>
    <w:rsid w:val="00A1459F"/>
    <w:rsid w:val="00A51A0D"/>
    <w:rsid w:val="00A6081F"/>
    <w:rsid w:val="00AB1C7B"/>
    <w:rsid w:val="00AF501F"/>
    <w:rsid w:val="00B2113E"/>
    <w:rsid w:val="00B429C7"/>
    <w:rsid w:val="00B51E09"/>
    <w:rsid w:val="00B70D6A"/>
    <w:rsid w:val="00C157DA"/>
    <w:rsid w:val="00D2183F"/>
    <w:rsid w:val="00D62571"/>
    <w:rsid w:val="00DA2B69"/>
    <w:rsid w:val="00DC6296"/>
    <w:rsid w:val="00DF72AF"/>
    <w:rsid w:val="00E22995"/>
    <w:rsid w:val="00E431DE"/>
    <w:rsid w:val="00E67A42"/>
    <w:rsid w:val="00F20EDF"/>
    <w:rsid w:val="00F35000"/>
    <w:rsid w:val="00FF1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259</Words>
  <Characters>1480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18</cp:revision>
  <cp:lastPrinted>2020-10-23T05:45:00Z</cp:lastPrinted>
  <dcterms:created xsi:type="dcterms:W3CDTF">2016-10-28T06:19:00Z</dcterms:created>
  <dcterms:modified xsi:type="dcterms:W3CDTF">2022-11-12T15:40:00Z</dcterms:modified>
</cp:coreProperties>
</file>