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D38" w:rsidRPr="0022682F" w:rsidRDefault="00F52D38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6</w:t>
      </w:r>
    </w:p>
    <w:p w:rsidR="00F52D38" w:rsidRPr="0022682F" w:rsidRDefault="00F52D38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</w:p>
    <w:p w:rsidR="00F52D38" w:rsidRPr="0022682F" w:rsidRDefault="00F52D38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F52D38" w:rsidRPr="0022682F" w:rsidRDefault="00F52D38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от 10 января 2023 года № 223</w:t>
      </w:r>
    </w:p>
    <w:p w:rsidR="00F52D38" w:rsidRPr="0022682F" w:rsidRDefault="00F52D38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52D38" w:rsidRPr="0022682F" w:rsidRDefault="00F52D38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23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F52D38" w:rsidRPr="0022682F" w:rsidRDefault="00F52D38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2070"/>
      </w:tblGrid>
      <w:tr w:rsidR="00F52D38" w:rsidRPr="0022682F" w:rsidTr="00DF72AF">
        <w:tc>
          <w:tcPr>
            <w:tcW w:w="3379" w:type="dxa"/>
          </w:tcPr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2070" w:type="dxa"/>
          </w:tcPr>
          <w:p w:rsidR="00F52D38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F52D38" w:rsidRPr="0022682F" w:rsidTr="00DF72AF">
        <w:tc>
          <w:tcPr>
            <w:tcW w:w="3379" w:type="dxa"/>
          </w:tcPr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2070" w:type="dxa"/>
          </w:tcPr>
          <w:p w:rsidR="00F52D38" w:rsidRPr="0022682F" w:rsidRDefault="00F52D38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52D38" w:rsidRPr="0022682F" w:rsidTr="00DF72AF">
        <w:tc>
          <w:tcPr>
            <w:tcW w:w="3379" w:type="dxa"/>
          </w:tcPr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2070" w:type="dxa"/>
          </w:tcPr>
          <w:p w:rsidR="00F52D38" w:rsidRPr="0022682F" w:rsidRDefault="00F52D38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52D38" w:rsidRPr="0022682F" w:rsidTr="00DF72AF">
        <w:tc>
          <w:tcPr>
            <w:tcW w:w="3379" w:type="dxa"/>
          </w:tcPr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070" w:type="dxa"/>
          </w:tcPr>
          <w:p w:rsidR="00F52D38" w:rsidRPr="0022682F" w:rsidRDefault="00F52D38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- 82 406 951,0</w:t>
            </w:r>
          </w:p>
        </w:tc>
      </w:tr>
      <w:tr w:rsidR="00F52D38" w:rsidRPr="0022682F" w:rsidTr="00DF72AF">
        <w:tc>
          <w:tcPr>
            <w:tcW w:w="3379" w:type="dxa"/>
          </w:tcPr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70" w:type="dxa"/>
          </w:tcPr>
          <w:p w:rsidR="00F52D38" w:rsidRPr="0022682F" w:rsidRDefault="00F52D38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- 82 406 951,0</w:t>
            </w:r>
          </w:p>
        </w:tc>
      </w:tr>
      <w:tr w:rsidR="00F52D38" w:rsidRPr="0022682F" w:rsidTr="00DF72AF">
        <w:tc>
          <w:tcPr>
            <w:tcW w:w="3379" w:type="dxa"/>
          </w:tcPr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070" w:type="dxa"/>
          </w:tcPr>
          <w:p w:rsidR="00F52D38" w:rsidRPr="0022682F" w:rsidRDefault="00F52D38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- 82 406 951,0</w:t>
            </w:r>
          </w:p>
        </w:tc>
      </w:tr>
      <w:tr w:rsidR="00F52D38" w:rsidRPr="0022682F" w:rsidTr="00DF72AF">
        <w:tc>
          <w:tcPr>
            <w:tcW w:w="3379" w:type="dxa"/>
          </w:tcPr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070" w:type="dxa"/>
          </w:tcPr>
          <w:p w:rsidR="00F52D38" w:rsidRPr="0022682F" w:rsidRDefault="00F52D38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- 82 406 951,0</w:t>
            </w:r>
          </w:p>
        </w:tc>
      </w:tr>
      <w:tr w:rsidR="00F52D38" w:rsidRPr="0022682F" w:rsidTr="00DF72AF">
        <w:tc>
          <w:tcPr>
            <w:tcW w:w="3379" w:type="dxa"/>
          </w:tcPr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070" w:type="dxa"/>
          </w:tcPr>
          <w:p w:rsidR="00F52D38" w:rsidRPr="0022682F" w:rsidRDefault="00F52D38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82 406 951,0</w:t>
            </w:r>
          </w:p>
        </w:tc>
      </w:tr>
      <w:tr w:rsidR="00F52D38" w:rsidRPr="0022682F" w:rsidTr="00DF72AF">
        <w:tc>
          <w:tcPr>
            <w:tcW w:w="3379" w:type="dxa"/>
          </w:tcPr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2070" w:type="dxa"/>
          </w:tcPr>
          <w:p w:rsidR="00F52D38" w:rsidRPr="002426B7" w:rsidRDefault="00F52D38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82 406 951,0</w:t>
            </w:r>
          </w:p>
        </w:tc>
      </w:tr>
      <w:tr w:rsidR="00F52D38" w:rsidRPr="0022682F" w:rsidTr="00DF72AF">
        <w:tc>
          <w:tcPr>
            <w:tcW w:w="3379" w:type="dxa"/>
          </w:tcPr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2070" w:type="dxa"/>
          </w:tcPr>
          <w:p w:rsidR="00F52D38" w:rsidRPr="002426B7" w:rsidRDefault="00F52D38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82 406 951,0</w:t>
            </w:r>
          </w:p>
        </w:tc>
      </w:tr>
      <w:tr w:rsidR="00F52D38" w:rsidRPr="0022682F" w:rsidTr="00DF72AF">
        <w:tc>
          <w:tcPr>
            <w:tcW w:w="3379" w:type="dxa"/>
          </w:tcPr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F52D38" w:rsidRPr="0022682F" w:rsidRDefault="00F52D3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2070" w:type="dxa"/>
          </w:tcPr>
          <w:p w:rsidR="00F52D38" w:rsidRPr="002426B7" w:rsidRDefault="00F52D38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82 406 951,0</w:t>
            </w:r>
          </w:p>
        </w:tc>
      </w:tr>
    </w:tbl>
    <w:p w:rsidR="00F52D38" w:rsidRDefault="00F52D38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F52D38" w:rsidRDefault="00F52D38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F52D38" w:rsidRDefault="00F52D38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ИО Главы Передовского</w:t>
      </w:r>
    </w:p>
    <w:p w:rsidR="00F52D38" w:rsidRPr="00441FA1" w:rsidRDefault="00F52D38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Г.А.Еременко</w:t>
      </w:r>
    </w:p>
    <w:sectPr w:rsidR="00F52D38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140496"/>
    <w:rsid w:val="002149AF"/>
    <w:rsid w:val="0022682F"/>
    <w:rsid w:val="00230B74"/>
    <w:rsid w:val="002426B7"/>
    <w:rsid w:val="00256E99"/>
    <w:rsid w:val="003264C9"/>
    <w:rsid w:val="0039633B"/>
    <w:rsid w:val="003E50D6"/>
    <w:rsid w:val="00415A0D"/>
    <w:rsid w:val="00441FA1"/>
    <w:rsid w:val="004A2199"/>
    <w:rsid w:val="00527F3D"/>
    <w:rsid w:val="0053549E"/>
    <w:rsid w:val="005C6E9D"/>
    <w:rsid w:val="005F361E"/>
    <w:rsid w:val="006108EA"/>
    <w:rsid w:val="00612C6B"/>
    <w:rsid w:val="00620865"/>
    <w:rsid w:val="006D353B"/>
    <w:rsid w:val="006E0F57"/>
    <w:rsid w:val="00702B65"/>
    <w:rsid w:val="007C12BB"/>
    <w:rsid w:val="00846BA4"/>
    <w:rsid w:val="00903F31"/>
    <w:rsid w:val="0094142B"/>
    <w:rsid w:val="0095456F"/>
    <w:rsid w:val="009744EE"/>
    <w:rsid w:val="00A05172"/>
    <w:rsid w:val="00A1459F"/>
    <w:rsid w:val="00A51A0D"/>
    <w:rsid w:val="00A6081F"/>
    <w:rsid w:val="00AB1C7B"/>
    <w:rsid w:val="00AF501F"/>
    <w:rsid w:val="00B2113E"/>
    <w:rsid w:val="00B429C7"/>
    <w:rsid w:val="00B51E09"/>
    <w:rsid w:val="00B70D6A"/>
    <w:rsid w:val="00C157DA"/>
    <w:rsid w:val="00D2183F"/>
    <w:rsid w:val="00D62571"/>
    <w:rsid w:val="00DA2B69"/>
    <w:rsid w:val="00DA328E"/>
    <w:rsid w:val="00DC6296"/>
    <w:rsid w:val="00DF72AF"/>
    <w:rsid w:val="00E22995"/>
    <w:rsid w:val="00E431DE"/>
    <w:rsid w:val="00E67A42"/>
    <w:rsid w:val="00F20EDF"/>
    <w:rsid w:val="00F35000"/>
    <w:rsid w:val="00F52D38"/>
    <w:rsid w:val="00FF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1</Pages>
  <Words>258</Words>
  <Characters>1474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19</cp:revision>
  <cp:lastPrinted>2020-10-23T05:45:00Z</cp:lastPrinted>
  <dcterms:created xsi:type="dcterms:W3CDTF">2016-10-28T06:19:00Z</dcterms:created>
  <dcterms:modified xsi:type="dcterms:W3CDTF">2023-01-30T18:31:00Z</dcterms:modified>
</cp:coreProperties>
</file>