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1E26" w:rsidRPr="0022682F" w:rsidRDefault="00151E26" w:rsidP="006108EA">
      <w:pPr>
        <w:jc w:val="left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22682F">
        <w:rPr>
          <w:rFonts w:ascii="Times New Roman" w:hAnsi="Times New Roman"/>
          <w:sz w:val="28"/>
          <w:szCs w:val="28"/>
          <w:lang w:eastAsia="ru-RU"/>
        </w:rPr>
        <w:t xml:space="preserve">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 </w:t>
      </w:r>
      <w:r w:rsidRPr="0022682F">
        <w:rPr>
          <w:rFonts w:ascii="Times New Roman" w:hAnsi="Times New Roman"/>
          <w:sz w:val="28"/>
          <w:szCs w:val="28"/>
          <w:lang w:eastAsia="ru-RU"/>
        </w:rPr>
        <w:t xml:space="preserve">Приложение </w:t>
      </w:r>
      <w:r>
        <w:rPr>
          <w:rFonts w:ascii="Times New Roman" w:hAnsi="Times New Roman"/>
          <w:sz w:val="28"/>
          <w:szCs w:val="28"/>
          <w:lang w:eastAsia="ru-RU"/>
        </w:rPr>
        <w:t>6</w:t>
      </w:r>
    </w:p>
    <w:p w:rsidR="00151E26" w:rsidRPr="0022682F" w:rsidRDefault="00151E26" w:rsidP="00B70D6A">
      <w:pPr>
        <w:jc w:val="left"/>
        <w:rPr>
          <w:rFonts w:ascii="Times New Roman" w:hAnsi="Times New Roman"/>
          <w:sz w:val="28"/>
          <w:szCs w:val="28"/>
          <w:lang w:eastAsia="ru-RU"/>
        </w:rPr>
      </w:pPr>
      <w:r w:rsidRPr="0022682F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к </w:t>
      </w:r>
      <w:r>
        <w:rPr>
          <w:rFonts w:ascii="Times New Roman" w:hAnsi="Times New Roman"/>
          <w:sz w:val="28"/>
          <w:szCs w:val="28"/>
          <w:lang w:eastAsia="ru-RU"/>
        </w:rPr>
        <w:t>решению Совета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2682F">
        <w:rPr>
          <w:rFonts w:ascii="Times New Roman" w:hAnsi="Times New Roman"/>
          <w:sz w:val="28"/>
          <w:szCs w:val="28"/>
          <w:lang w:eastAsia="ru-RU"/>
        </w:rPr>
        <w:t>П</w:t>
      </w:r>
      <w:r>
        <w:rPr>
          <w:rFonts w:ascii="Times New Roman" w:hAnsi="Times New Roman"/>
          <w:sz w:val="28"/>
          <w:szCs w:val="28"/>
          <w:lang w:eastAsia="ru-RU"/>
        </w:rPr>
        <w:t>ередовского</w:t>
      </w:r>
    </w:p>
    <w:p w:rsidR="00151E26" w:rsidRPr="0022682F" w:rsidRDefault="00151E26" w:rsidP="00B70D6A">
      <w:pPr>
        <w:jc w:val="left"/>
        <w:rPr>
          <w:rFonts w:ascii="Times New Roman" w:hAnsi="Times New Roman"/>
          <w:sz w:val="28"/>
          <w:szCs w:val="28"/>
          <w:lang w:eastAsia="ru-RU"/>
        </w:rPr>
      </w:pPr>
      <w:r w:rsidRPr="0022682F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сельского поселения Отрадненского района</w:t>
      </w:r>
    </w:p>
    <w:p w:rsidR="00151E26" w:rsidRPr="0022682F" w:rsidRDefault="00151E26" w:rsidP="00B70D6A">
      <w:pPr>
        <w:jc w:val="center"/>
        <w:rPr>
          <w:rFonts w:ascii="Times New Roman" w:hAnsi="Times New Roman"/>
          <w:sz w:val="28"/>
          <w:szCs w:val="28"/>
          <w:lang w:eastAsia="ru-RU"/>
        </w:rPr>
      </w:pPr>
      <w:r w:rsidRPr="0022682F">
        <w:rPr>
          <w:rFonts w:ascii="Times New Roman" w:hAnsi="Times New Roman"/>
          <w:sz w:val="28"/>
          <w:szCs w:val="28"/>
          <w:lang w:eastAsia="ru-RU"/>
        </w:rPr>
        <w:t xml:space="preserve">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   от 13 марта 2023 года № 238</w:t>
      </w:r>
    </w:p>
    <w:p w:rsidR="00151E26" w:rsidRPr="0022682F" w:rsidRDefault="00151E26" w:rsidP="00B70D6A">
      <w:pPr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151E26" w:rsidRPr="0022682F" w:rsidRDefault="00151E26" w:rsidP="00B70D6A">
      <w:pPr>
        <w:jc w:val="center"/>
        <w:rPr>
          <w:rFonts w:ascii="Times New Roman" w:hAnsi="Times New Roman"/>
          <w:sz w:val="28"/>
          <w:szCs w:val="28"/>
          <w:lang w:eastAsia="ru-RU"/>
        </w:rPr>
      </w:pPr>
      <w:r w:rsidRPr="0022682F">
        <w:rPr>
          <w:rFonts w:ascii="Times New Roman" w:hAnsi="Times New Roman"/>
          <w:sz w:val="28"/>
          <w:szCs w:val="28"/>
          <w:lang w:eastAsia="ru-RU"/>
        </w:rPr>
        <w:t>Источники финансирования дефицита бюджета П</w:t>
      </w:r>
      <w:r>
        <w:rPr>
          <w:rFonts w:ascii="Times New Roman" w:hAnsi="Times New Roman"/>
          <w:sz w:val="28"/>
          <w:szCs w:val="28"/>
          <w:lang w:eastAsia="ru-RU"/>
        </w:rPr>
        <w:t>ередовского</w:t>
      </w:r>
      <w:r w:rsidRPr="0022682F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 Отрадненского района, перечень статей источников финансирования дефицитов бюджетов на 20</w:t>
      </w:r>
      <w:r>
        <w:rPr>
          <w:rFonts w:ascii="Times New Roman" w:hAnsi="Times New Roman"/>
          <w:sz w:val="28"/>
          <w:szCs w:val="28"/>
          <w:lang w:eastAsia="ru-RU"/>
        </w:rPr>
        <w:t>23</w:t>
      </w:r>
      <w:r w:rsidRPr="0022682F">
        <w:rPr>
          <w:rFonts w:ascii="Times New Roman" w:hAnsi="Times New Roman"/>
          <w:sz w:val="28"/>
          <w:szCs w:val="28"/>
          <w:lang w:eastAsia="ru-RU"/>
        </w:rPr>
        <w:t xml:space="preserve"> год  </w:t>
      </w:r>
    </w:p>
    <w:p w:rsidR="00151E26" w:rsidRPr="0022682F" w:rsidRDefault="00151E26" w:rsidP="00B70D6A">
      <w:pPr>
        <w:jc w:val="right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379"/>
        <w:gridCol w:w="4379"/>
        <w:gridCol w:w="2070"/>
      </w:tblGrid>
      <w:tr w:rsidR="00151E26" w:rsidRPr="0022682F" w:rsidTr="00DF72AF">
        <w:tc>
          <w:tcPr>
            <w:tcW w:w="3379" w:type="dxa"/>
          </w:tcPr>
          <w:p w:rsidR="00151E26" w:rsidRPr="0022682F" w:rsidRDefault="00151E26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Код</w:t>
            </w:r>
          </w:p>
        </w:tc>
        <w:tc>
          <w:tcPr>
            <w:tcW w:w="4379" w:type="dxa"/>
          </w:tcPr>
          <w:p w:rsidR="00151E26" w:rsidRPr="0022682F" w:rsidRDefault="00151E26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4142B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 кода группы, подгруппы, статьи, подвида, аналитической группы вида источников финансирования дефицитов бюджетов</w:t>
            </w:r>
          </w:p>
        </w:tc>
        <w:tc>
          <w:tcPr>
            <w:tcW w:w="2070" w:type="dxa"/>
          </w:tcPr>
          <w:p w:rsidR="00151E26" w:rsidRDefault="00151E26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Сумма </w:t>
            </w:r>
          </w:p>
          <w:p w:rsidR="00151E26" w:rsidRPr="0022682F" w:rsidRDefault="00151E26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(рублей)</w:t>
            </w:r>
          </w:p>
        </w:tc>
      </w:tr>
      <w:tr w:rsidR="00151E26" w:rsidRPr="0022682F" w:rsidTr="00DF72AF">
        <w:tc>
          <w:tcPr>
            <w:tcW w:w="3379" w:type="dxa"/>
          </w:tcPr>
          <w:p w:rsidR="00151E26" w:rsidRPr="0022682F" w:rsidRDefault="00151E26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992 01000000 00 0000 000</w:t>
            </w:r>
          </w:p>
        </w:tc>
        <w:tc>
          <w:tcPr>
            <w:tcW w:w="4379" w:type="dxa"/>
          </w:tcPr>
          <w:p w:rsidR="00151E26" w:rsidRPr="0022682F" w:rsidRDefault="00151E26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Источники финансирования дефи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цитов бюджетов</w:t>
            </w: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, всего в том числе:</w:t>
            </w:r>
          </w:p>
        </w:tc>
        <w:tc>
          <w:tcPr>
            <w:tcW w:w="2070" w:type="dxa"/>
          </w:tcPr>
          <w:p w:rsidR="00151E26" w:rsidRPr="0022682F" w:rsidRDefault="00151E26" w:rsidP="00140496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232 761,78</w:t>
            </w:r>
          </w:p>
        </w:tc>
      </w:tr>
      <w:tr w:rsidR="00151E26" w:rsidRPr="0022682F" w:rsidTr="00DF72AF">
        <w:tc>
          <w:tcPr>
            <w:tcW w:w="3379" w:type="dxa"/>
          </w:tcPr>
          <w:p w:rsidR="00151E26" w:rsidRPr="0022682F" w:rsidRDefault="00151E26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992 01050000 00 0000 000</w:t>
            </w:r>
          </w:p>
        </w:tc>
        <w:tc>
          <w:tcPr>
            <w:tcW w:w="4379" w:type="dxa"/>
          </w:tcPr>
          <w:p w:rsidR="00151E26" w:rsidRPr="0022682F" w:rsidRDefault="00151E26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Изменение остатков средств на счетах по сч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ету средств бюджетов</w:t>
            </w:r>
          </w:p>
        </w:tc>
        <w:tc>
          <w:tcPr>
            <w:tcW w:w="2070" w:type="dxa"/>
          </w:tcPr>
          <w:p w:rsidR="00151E26" w:rsidRPr="0022682F" w:rsidRDefault="00151E26" w:rsidP="00140496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</w:p>
        </w:tc>
      </w:tr>
      <w:tr w:rsidR="00151E26" w:rsidRPr="0022682F" w:rsidTr="00DF72AF">
        <w:tc>
          <w:tcPr>
            <w:tcW w:w="3379" w:type="dxa"/>
          </w:tcPr>
          <w:p w:rsidR="00151E26" w:rsidRPr="0022682F" w:rsidRDefault="00151E26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992 01050000 00 0000 500</w:t>
            </w:r>
          </w:p>
        </w:tc>
        <w:tc>
          <w:tcPr>
            <w:tcW w:w="4379" w:type="dxa"/>
          </w:tcPr>
          <w:p w:rsidR="00151E26" w:rsidRPr="0022682F" w:rsidRDefault="00151E26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Увеличение остатков средств бюджетов</w:t>
            </w:r>
          </w:p>
        </w:tc>
        <w:tc>
          <w:tcPr>
            <w:tcW w:w="2070" w:type="dxa"/>
          </w:tcPr>
          <w:p w:rsidR="00151E26" w:rsidRPr="0022682F" w:rsidRDefault="00151E26" w:rsidP="007C12BB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- 86 172 600,0</w:t>
            </w:r>
          </w:p>
        </w:tc>
      </w:tr>
      <w:tr w:rsidR="00151E26" w:rsidRPr="0022682F" w:rsidTr="00DF72AF">
        <w:tc>
          <w:tcPr>
            <w:tcW w:w="3379" w:type="dxa"/>
          </w:tcPr>
          <w:p w:rsidR="00151E26" w:rsidRPr="0022682F" w:rsidRDefault="00151E26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992 01050200 00 0000 500</w:t>
            </w:r>
          </w:p>
        </w:tc>
        <w:tc>
          <w:tcPr>
            <w:tcW w:w="4379" w:type="dxa"/>
          </w:tcPr>
          <w:p w:rsidR="00151E26" w:rsidRPr="0022682F" w:rsidRDefault="00151E26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2070" w:type="dxa"/>
          </w:tcPr>
          <w:p w:rsidR="00151E26" w:rsidRPr="0022682F" w:rsidRDefault="00151E26" w:rsidP="00140496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- 86 172 600,0</w:t>
            </w:r>
          </w:p>
        </w:tc>
      </w:tr>
      <w:tr w:rsidR="00151E26" w:rsidRPr="0022682F" w:rsidTr="00DF72AF">
        <w:tc>
          <w:tcPr>
            <w:tcW w:w="3379" w:type="dxa"/>
          </w:tcPr>
          <w:p w:rsidR="00151E26" w:rsidRPr="0022682F" w:rsidRDefault="00151E26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992 01050201 00 0000 510</w:t>
            </w:r>
          </w:p>
        </w:tc>
        <w:tc>
          <w:tcPr>
            <w:tcW w:w="4379" w:type="dxa"/>
          </w:tcPr>
          <w:p w:rsidR="00151E26" w:rsidRPr="0022682F" w:rsidRDefault="00151E26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Увеличение прочих остатков денежных средств бюджет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ов</w:t>
            </w:r>
          </w:p>
        </w:tc>
        <w:tc>
          <w:tcPr>
            <w:tcW w:w="2070" w:type="dxa"/>
          </w:tcPr>
          <w:p w:rsidR="00151E26" w:rsidRPr="0022682F" w:rsidRDefault="00151E26" w:rsidP="00140496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- 86 172 600,0</w:t>
            </w:r>
          </w:p>
        </w:tc>
      </w:tr>
      <w:tr w:rsidR="00151E26" w:rsidRPr="0022682F" w:rsidTr="00DF72AF">
        <w:tc>
          <w:tcPr>
            <w:tcW w:w="3379" w:type="dxa"/>
          </w:tcPr>
          <w:p w:rsidR="00151E26" w:rsidRPr="0022682F" w:rsidRDefault="00151E26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992 01050201 10 0000 510</w:t>
            </w:r>
          </w:p>
        </w:tc>
        <w:tc>
          <w:tcPr>
            <w:tcW w:w="4379" w:type="dxa"/>
          </w:tcPr>
          <w:p w:rsidR="00151E26" w:rsidRPr="0022682F" w:rsidRDefault="00151E26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Увеличение прочих остатков де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нежных средств бюджетов сельских </w:t>
            </w: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поселени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й</w:t>
            </w:r>
          </w:p>
        </w:tc>
        <w:tc>
          <w:tcPr>
            <w:tcW w:w="2070" w:type="dxa"/>
          </w:tcPr>
          <w:p w:rsidR="00151E26" w:rsidRPr="0022682F" w:rsidRDefault="00151E26" w:rsidP="00140496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- 86 172 600,0</w:t>
            </w:r>
          </w:p>
        </w:tc>
      </w:tr>
      <w:tr w:rsidR="00151E26" w:rsidRPr="0022682F" w:rsidTr="00DF72AF">
        <w:tc>
          <w:tcPr>
            <w:tcW w:w="3379" w:type="dxa"/>
          </w:tcPr>
          <w:p w:rsidR="00151E26" w:rsidRPr="0022682F" w:rsidRDefault="00151E26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992 01050000 00 0000 600</w:t>
            </w:r>
          </w:p>
        </w:tc>
        <w:tc>
          <w:tcPr>
            <w:tcW w:w="4379" w:type="dxa"/>
          </w:tcPr>
          <w:p w:rsidR="00151E26" w:rsidRPr="0022682F" w:rsidRDefault="00151E26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Уменьшение остатков средств бюджетов</w:t>
            </w:r>
          </w:p>
        </w:tc>
        <w:tc>
          <w:tcPr>
            <w:tcW w:w="2070" w:type="dxa"/>
          </w:tcPr>
          <w:p w:rsidR="00151E26" w:rsidRPr="0022682F" w:rsidRDefault="00151E26" w:rsidP="002426B7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86 405 361,78</w:t>
            </w:r>
          </w:p>
        </w:tc>
      </w:tr>
      <w:tr w:rsidR="00151E26" w:rsidRPr="0022682F" w:rsidTr="00DF72AF">
        <w:tc>
          <w:tcPr>
            <w:tcW w:w="3379" w:type="dxa"/>
          </w:tcPr>
          <w:p w:rsidR="00151E26" w:rsidRPr="0022682F" w:rsidRDefault="00151E26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992 01050200 00 0000 600</w:t>
            </w:r>
          </w:p>
        </w:tc>
        <w:tc>
          <w:tcPr>
            <w:tcW w:w="4379" w:type="dxa"/>
          </w:tcPr>
          <w:p w:rsidR="00151E26" w:rsidRPr="0022682F" w:rsidRDefault="00151E26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Уменьшение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прочих остатков средств бюджетов</w:t>
            </w:r>
          </w:p>
        </w:tc>
        <w:tc>
          <w:tcPr>
            <w:tcW w:w="2070" w:type="dxa"/>
          </w:tcPr>
          <w:p w:rsidR="00151E26" w:rsidRPr="002426B7" w:rsidRDefault="00151E26" w:rsidP="002426B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86 405 361,78</w:t>
            </w:r>
          </w:p>
        </w:tc>
      </w:tr>
      <w:tr w:rsidR="00151E26" w:rsidRPr="0022682F" w:rsidTr="00DF72AF">
        <w:tc>
          <w:tcPr>
            <w:tcW w:w="3379" w:type="dxa"/>
          </w:tcPr>
          <w:p w:rsidR="00151E26" w:rsidRPr="0022682F" w:rsidRDefault="00151E26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992 01050201 00 0000 610</w:t>
            </w:r>
          </w:p>
        </w:tc>
        <w:tc>
          <w:tcPr>
            <w:tcW w:w="4379" w:type="dxa"/>
          </w:tcPr>
          <w:p w:rsidR="00151E26" w:rsidRPr="0022682F" w:rsidRDefault="00151E26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Уменьшение прочих остатков де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нежных средств бюджетов</w:t>
            </w:r>
          </w:p>
        </w:tc>
        <w:tc>
          <w:tcPr>
            <w:tcW w:w="2070" w:type="dxa"/>
          </w:tcPr>
          <w:p w:rsidR="00151E26" w:rsidRPr="002426B7" w:rsidRDefault="00151E26" w:rsidP="002426B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86 405 361,78</w:t>
            </w:r>
          </w:p>
        </w:tc>
      </w:tr>
      <w:tr w:rsidR="00151E26" w:rsidRPr="0022682F" w:rsidTr="00DF72AF">
        <w:tc>
          <w:tcPr>
            <w:tcW w:w="3379" w:type="dxa"/>
          </w:tcPr>
          <w:p w:rsidR="00151E26" w:rsidRPr="0022682F" w:rsidRDefault="00151E26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992 01050201 10 0000 610</w:t>
            </w:r>
          </w:p>
        </w:tc>
        <w:tc>
          <w:tcPr>
            <w:tcW w:w="4379" w:type="dxa"/>
          </w:tcPr>
          <w:p w:rsidR="00151E26" w:rsidRPr="0022682F" w:rsidRDefault="00151E26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Уменьшение прочих остатков де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нежных средств бюджетов </w:t>
            </w:r>
            <w:r w:rsidRPr="00256E99">
              <w:rPr>
                <w:rFonts w:ascii="Times New Roman" w:hAnsi="Times New Roman"/>
                <w:sz w:val="28"/>
                <w:szCs w:val="28"/>
                <w:lang w:eastAsia="ru-RU"/>
              </w:rPr>
              <w:t>сельских поселений</w:t>
            </w:r>
          </w:p>
        </w:tc>
        <w:tc>
          <w:tcPr>
            <w:tcW w:w="2070" w:type="dxa"/>
          </w:tcPr>
          <w:p w:rsidR="00151E26" w:rsidRPr="002426B7" w:rsidRDefault="00151E26" w:rsidP="002426B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86 405 361,78</w:t>
            </w:r>
          </w:p>
        </w:tc>
      </w:tr>
    </w:tbl>
    <w:p w:rsidR="00151E26" w:rsidRDefault="00151E26" w:rsidP="00B70D6A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151E26" w:rsidRDefault="00151E26" w:rsidP="00B70D6A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151E26" w:rsidRDefault="00151E26" w:rsidP="006108EA">
      <w:pPr>
        <w:ind w:left="-142" w:firstLine="142"/>
        <w:jc w:val="left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ИО Главы Передовского</w:t>
      </w:r>
    </w:p>
    <w:p w:rsidR="00151E26" w:rsidRPr="00441FA1" w:rsidRDefault="00151E26" w:rsidP="00B70D6A">
      <w:pPr>
        <w:ind w:left="-142" w:firstLine="142"/>
        <w:jc w:val="left"/>
        <w:rPr>
          <w:rFonts w:ascii="Times New Roman" w:hAnsi="Times New Roman"/>
          <w:sz w:val="28"/>
          <w:szCs w:val="28"/>
          <w:lang w:eastAsia="ru-RU"/>
        </w:rPr>
      </w:pPr>
      <w:r w:rsidRPr="00B429C7">
        <w:rPr>
          <w:rFonts w:ascii="Times New Roman" w:hAnsi="Times New Roman"/>
          <w:sz w:val="28"/>
          <w:szCs w:val="28"/>
          <w:lang w:eastAsia="ru-RU"/>
        </w:rPr>
        <w:t>сельского поселения Отрадненского района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Г.А.Еременко</w:t>
      </w:r>
    </w:p>
    <w:sectPr w:rsidR="00151E26" w:rsidRPr="00441FA1" w:rsidSect="00F35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157DA"/>
    <w:rsid w:val="00014376"/>
    <w:rsid w:val="00026E29"/>
    <w:rsid w:val="00084B4D"/>
    <w:rsid w:val="000B4FEA"/>
    <w:rsid w:val="00140496"/>
    <w:rsid w:val="00151E26"/>
    <w:rsid w:val="00184891"/>
    <w:rsid w:val="002149AF"/>
    <w:rsid w:val="0022682F"/>
    <w:rsid w:val="00230B74"/>
    <w:rsid w:val="002426B7"/>
    <w:rsid w:val="00256E99"/>
    <w:rsid w:val="003160E6"/>
    <w:rsid w:val="003264C9"/>
    <w:rsid w:val="0039633B"/>
    <w:rsid w:val="003E50D6"/>
    <w:rsid w:val="00415A0D"/>
    <w:rsid w:val="00441FA1"/>
    <w:rsid w:val="004A2199"/>
    <w:rsid w:val="004C4DD4"/>
    <w:rsid w:val="00527F3D"/>
    <w:rsid w:val="0053549E"/>
    <w:rsid w:val="005C6E9D"/>
    <w:rsid w:val="005E1FB1"/>
    <w:rsid w:val="005E79A0"/>
    <w:rsid w:val="005F361E"/>
    <w:rsid w:val="006108EA"/>
    <w:rsid w:val="00612C6B"/>
    <w:rsid w:val="00620865"/>
    <w:rsid w:val="006B0EF3"/>
    <w:rsid w:val="006D353B"/>
    <w:rsid w:val="006E0F57"/>
    <w:rsid w:val="00702B65"/>
    <w:rsid w:val="00754811"/>
    <w:rsid w:val="007C12BB"/>
    <w:rsid w:val="00846BA4"/>
    <w:rsid w:val="00903F31"/>
    <w:rsid w:val="0094142B"/>
    <w:rsid w:val="0095456F"/>
    <w:rsid w:val="009744EE"/>
    <w:rsid w:val="00990940"/>
    <w:rsid w:val="00A05172"/>
    <w:rsid w:val="00A1459F"/>
    <w:rsid w:val="00A51A0D"/>
    <w:rsid w:val="00A6081F"/>
    <w:rsid w:val="00AB1C7B"/>
    <w:rsid w:val="00AF501F"/>
    <w:rsid w:val="00B2113E"/>
    <w:rsid w:val="00B418F6"/>
    <w:rsid w:val="00B429C7"/>
    <w:rsid w:val="00B51E09"/>
    <w:rsid w:val="00B52DD1"/>
    <w:rsid w:val="00B70D6A"/>
    <w:rsid w:val="00B95880"/>
    <w:rsid w:val="00C157DA"/>
    <w:rsid w:val="00C66745"/>
    <w:rsid w:val="00D2183F"/>
    <w:rsid w:val="00D62571"/>
    <w:rsid w:val="00DA2B69"/>
    <w:rsid w:val="00DA328E"/>
    <w:rsid w:val="00DC6296"/>
    <w:rsid w:val="00DF6D7B"/>
    <w:rsid w:val="00DF72AF"/>
    <w:rsid w:val="00E22995"/>
    <w:rsid w:val="00E431DE"/>
    <w:rsid w:val="00E67A42"/>
    <w:rsid w:val="00F02040"/>
    <w:rsid w:val="00F20EDF"/>
    <w:rsid w:val="00F35000"/>
    <w:rsid w:val="00F52D38"/>
    <w:rsid w:val="00FE696C"/>
    <w:rsid w:val="00FF18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0D6A"/>
    <w:pPr>
      <w:jc w:val="both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rsid w:val="006108E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E67A42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42</TotalTime>
  <Pages>1</Pages>
  <Words>257</Words>
  <Characters>1466</Characters>
  <Application>Microsoft Office Outlook</Application>
  <DocSecurity>0</DocSecurity>
  <Lines>0</Lines>
  <Paragraphs>0</Paragraphs>
  <ScaleCrop>false</ScaleCrop>
  <Company>ФУ ДФБК в Отрадненском районе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Киноева</dc:creator>
  <cp:keywords/>
  <dc:description/>
  <cp:lastModifiedBy>Пользователь</cp:lastModifiedBy>
  <cp:revision>24</cp:revision>
  <cp:lastPrinted>2020-10-23T05:45:00Z</cp:lastPrinted>
  <dcterms:created xsi:type="dcterms:W3CDTF">2016-10-28T06:19:00Z</dcterms:created>
  <dcterms:modified xsi:type="dcterms:W3CDTF">2023-04-02T14:53:00Z</dcterms:modified>
</cp:coreProperties>
</file>