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A4B" w:rsidRDefault="00B51A4B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51A4B" w:rsidRPr="002E086A" w:rsidRDefault="00B51A4B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B51A4B" w:rsidRDefault="00B51A4B" w:rsidP="00980963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B51A4B" w:rsidRDefault="00B51A4B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51A4B" w:rsidRDefault="00B51A4B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ДЕВЯНОСТО ШЕСТАЯ 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>СЕССИЯ</w:t>
      </w:r>
    </w:p>
    <w:p w:rsidR="00B51A4B" w:rsidRPr="002E086A" w:rsidRDefault="00B51A4B" w:rsidP="0098096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86A">
        <w:rPr>
          <w:rFonts w:ascii="Times New Roman" w:hAnsi="Times New Roman"/>
          <w:b/>
          <w:sz w:val="28"/>
          <w:szCs w:val="28"/>
          <w:lang w:eastAsia="ru-RU"/>
        </w:rPr>
        <w:t>(</w:t>
      </w:r>
      <w:r w:rsidRPr="002E086A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2E086A">
        <w:rPr>
          <w:rFonts w:ascii="Times New Roman" w:hAnsi="Times New Roman"/>
          <w:b/>
          <w:sz w:val="28"/>
          <w:szCs w:val="28"/>
          <w:lang w:eastAsia="ru-RU"/>
        </w:rPr>
        <w:t xml:space="preserve"> СОЗЫВ)</w:t>
      </w:r>
    </w:p>
    <w:p w:rsidR="00B51A4B" w:rsidRDefault="00B51A4B" w:rsidP="009809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51A4B" w:rsidRPr="002E086A" w:rsidRDefault="00B51A4B" w:rsidP="009809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51A4B" w:rsidRPr="001B3516" w:rsidRDefault="00B51A4B" w:rsidP="0098096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 декабря 2023 года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№ 296</w:t>
      </w:r>
    </w:p>
    <w:p w:rsidR="00B51A4B" w:rsidRPr="001B3516" w:rsidRDefault="00B51A4B" w:rsidP="0098096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ст-ца Передовая</w:t>
      </w:r>
    </w:p>
    <w:p w:rsidR="00B51A4B" w:rsidRDefault="00B51A4B" w:rsidP="00980963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B51A4B" w:rsidRDefault="00B51A4B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 бюджете Передовского сельского поселения </w:t>
      </w:r>
    </w:p>
    <w:p w:rsidR="00B51A4B" w:rsidRDefault="00B51A4B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 xml:space="preserve">Отрадненского района </w:t>
      </w:r>
    </w:p>
    <w:p w:rsidR="00B51A4B" w:rsidRDefault="00B51A4B" w:rsidP="00980963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на 2024 год</w:t>
      </w:r>
    </w:p>
    <w:p w:rsidR="00B51A4B" w:rsidRDefault="00B51A4B" w:rsidP="00980963"/>
    <w:p w:rsidR="00B51A4B" w:rsidRDefault="00B51A4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Передовского сельского поселения Отрадненского района от 24 мая 2022 года № 177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Передовском сельском поселении Отрадненского района», </w:t>
      </w:r>
    </w:p>
    <w:p w:rsidR="00B51A4B" w:rsidRDefault="00B51A4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Совет Передовского сельского поселения Отрадненского района,             Р Е Ш И Л:</w:t>
      </w:r>
    </w:p>
    <w:p w:rsidR="00B51A4B" w:rsidRDefault="00B51A4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</w:p>
    <w:p w:rsidR="00B51A4B" w:rsidRPr="00980963" w:rsidRDefault="00B51A4B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 год: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20 896 600,0  рублей;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20 896 600,0  рублей;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Передовского сельского поселения Отрадненского района на 1 января 2025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рублей;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51A4B" w:rsidRPr="00980963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2024 год в суммах согласно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1 к настоящему Решению.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в составе доходов бюджета Передовского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2024 году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 к настоящему Решению.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51A4B" w:rsidRPr="00980963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3</w:t>
      </w:r>
    </w:p>
    <w:p w:rsidR="00B51A4B" w:rsidRDefault="00B51A4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Установить, что добровольные взносы, пожертвования,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соответственно целям их предоставления.</w:t>
      </w:r>
    </w:p>
    <w:p w:rsidR="00B51A4B" w:rsidRDefault="00B51A4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Передовского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</w:t>
      </w:r>
      <w:r>
        <w:rPr>
          <w:rFonts w:ascii="Times New Roman" w:hAnsi="Times New Roman"/>
          <w:sz w:val="28"/>
          <w:szCs w:val="28"/>
        </w:rPr>
        <w:t>дов бюджета Передовского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B51A4B" w:rsidRDefault="00B51A4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p w:rsidR="00B51A4B" w:rsidRPr="00980963" w:rsidRDefault="00B51A4B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4</w:t>
      </w:r>
    </w:p>
    <w:p w:rsidR="00B51A4B" w:rsidRDefault="00B51A4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  1. Утвердить распределение бюджетных ассигнований по разделам и подразделам классификации расходов бюджетов на 2024 год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B51A4B" w:rsidRDefault="00B51A4B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2024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4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51A4B" w:rsidRDefault="00B51A4B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5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51A4B" w:rsidRDefault="00B51A4B" w:rsidP="00980963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B51A4B" w:rsidRDefault="00B51A4B" w:rsidP="00980963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год: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180 000,0 рублей;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сумме 5 000,0 рублей.</w:t>
      </w:r>
    </w:p>
    <w:p w:rsidR="00B51A4B" w:rsidRDefault="00B51A4B" w:rsidP="0098096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6. Утвердить источники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источников финансирования дефицитов бюджетов на 2024 год согласно 6 к настоящему Решению.</w:t>
      </w:r>
    </w:p>
    <w:p w:rsidR="00B51A4B" w:rsidRPr="002E086A" w:rsidRDefault="00B51A4B" w:rsidP="0098096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7. Утвердить объем межбюджетных трансфертов, предоставляемых другим бюджетам бюджетной системы Российской Федерации, на 2024 год  в сумме  61 000,0  рублей.</w:t>
      </w:r>
    </w:p>
    <w:p w:rsidR="00B51A4B" w:rsidRPr="00980963" w:rsidRDefault="00B51A4B" w:rsidP="0098096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80963">
        <w:rPr>
          <w:rFonts w:ascii="Times New Roman" w:hAnsi="Times New Roman"/>
          <w:b/>
          <w:bCs/>
          <w:sz w:val="28"/>
          <w:szCs w:val="28"/>
          <w:lang w:eastAsia="ru-RU"/>
        </w:rPr>
        <w:t>Статья 5</w:t>
      </w:r>
    </w:p>
    <w:p w:rsidR="00B51A4B" w:rsidRDefault="00B51A4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Передовского сельского поселения Отрадненского района 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B51A4B" w:rsidRDefault="00B51A4B" w:rsidP="00980963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B51A4B" w:rsidRPr="00980963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6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2024 год в сумме 4 376 700,0 рублей.</w:t>
      </w:r>
    </w:p>
    <w:p w:rsidR="00B51A4B" w:rsidRPr="002E086A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51A4B" w:rsidRPr="00980963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7</w:t>
      </w:r>
    </w:p>
    <w:p w:rsidR="00B51A4B" w:rsidRDefault="00B51A4B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C16FE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>
        <w:rPr>
          <w:rFonts w:ascii="Times New Roman" w:hAnsi="Times New Roman"/>
          <w:color w:val="000000"/>
          <w:sz w:val="28"/>
          <w:szCs w:val="28"/>
        </w:rPr>
        <w:t>Передовского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24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Передовского</w:t>
      </w:r>
      <w:r w:rsidRPr="00DC16FE">
        <w:rPr>
          <w:rFonts w:ascii="Times New Roman" w:hAnsi="Times New Roman"/>
          <w:sz w:val="28"/>
          <w:szCs w:val="28"/>
        </w:rPr>
        <w:t xml:space="preserve">  сельского поселения, за исключением случаев принятия решений о наделении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Передовского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B51A4B" w:rsidRPr="002E086A" w:rsidRDefault="00B51A4B" w:rsidP="00980963">
      <w:pPr>
        <w:widowControl w:val="0"/>
        <w:ind w:firstLine="851"/>
        <w:rPr>
          <w:rFonts w:ascii="Times New Roman" w:hAnsi="Times New Roman"/>
          <w:sz w:val="28"/>
          <w:szCs w:val="28"/>
        </w:rPr>
      </w:pPr>
    </w:p>
    <w:p w:rsidR="00B51A4B" w:rsidRPr="00980963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8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2024 год 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7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Передовского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2024 год  согласно приложению 8 к настоящему Решению.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>
        <w:rPr>
          <w:rFonts w:ascii="Times New Roman" w:hAnsi="Times New Roman"/>
          <w:sz w:val="28"/>
          <w:szCs w:val="28"/>
          <w:lang w:eastAsia="ru-RU"/>
        </w:rPr>
        <w:t>Передовского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на 2024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9 к настоящему Решению.</w:t>
      </w:r>
    </w:p>
    <w:p w:rsidR="00B51A4B" w:rsidRPr="002E086A" w:rsidRDefault="00B51A4B" w:rsidP="00980963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ых гарантий Передовского </w:t>
      </w:r>
      <w:r w:rsidRPr="00785157">
        <w:rPr>
          <w:rFonts w:ascii="Times New Roman" w:hAnsi="Times New Roman"/>
          <w:sz w:val="28"/>
          <w:szCs w:val="28"/>
        </w:rPr>
        <w:t>сельского поселения Отрадненского рай</w:t>
      </w:r>
      <w:r>
        <w:rPr>
          <w:rFonts w:ascii="Times New Roman" w:hAnsi="Times New Roman"/>
          <w:sz w:val="28"/>
          <w:szCs w:val="28"/>
        </w:rPr>
        <w:t>она в иностранной валюте на 2024</w:t>
      </w:r>
      <w:r w:rsidRPr="00785157">
        <w:rPr>
          <w:rFonts w:ascii="Times New Roman" w:hAnsi="Times New Roman"/>
          <w:sz w:val="28"/>
          <w:szCs w:val="28"/>
        </w:rPr>
        <w:t xml:space="preserve">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10 к настоящему решению.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C6601D">
        <w:rPr>
          <w:rFonts w:ascii="Times New Roman" w:hAnsi="Times New Roman"/>
          <w:b/>
          <w:bCs/>
          <w:sz w:val="28"/>
          <w:szCs w:val="28"/>
        </w:rPr>
        <w:t>Статья 9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1.Установить, что в 2024 году получатели средств бюджета </w:t>
      </w:r>
      <w:r>
        <w:rPr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 пунктом, если иное не установлено федеральными законами, законами Краснодарского края, указами Президента Российской Федерации, настоящим решением или иным нормативным правовым актом Российской Федерации, Краснодарского края и </w:t>
      </w:r>
      <w:r>
        <w:rPr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1) в размере до 100 процентов от суммы договора (муниципального контракта):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а) об оказании услуг связи, о подписке на печатные издания и об их приобретении;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б) 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>
        <w:rPr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и иных мероприятий по профессиональному развитию;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в) 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>г) 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  <w:shd w:val="clear" w:color="auto" w:fill="FFFFFF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  <w:shd w:val="clear" w:color="auto" w:fill="FFFFFF"/>
        </w:rPr>
      </w:pPr>
      <w:r w:rsidRPr="00C6601D">
        <w:rPr>
          <w:color w:val="000000"/>
          <w:spacing w:val="-10"/>
          <w:sz w:val="28"/>
          <w:szCs w:val="28"/>
        </w:rPr>
        <w:t>2. 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Установить, что в 2024 году получатели средств 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в случаях, установленных в соответствии со статьей 10 настоящего решения, казначейскому сопровождению, условие выплаты авансовых платежей в размере от 30 до 50 процентов суммы договора (муниципального контракта), но не более лимитов бюджетных обязательств, доведенных до получателей средств бюджета </w:t>
      </w:r>
      <w:r>
        <w:rPr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на указанные цели на соответствующий финансовый год.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</w:p>
    <w:p w:rsidR="00B51A4B" w:rsidRPr="00386B7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pacing w:val="-10"/>
          <w:sz w:val="28"/>
          <w:szCs w:val="28"/>
        </w:rPr>
      </w:pPr>
      <w:r w:rsidRPr="00386B7D">
        <w:rPr>
          <w:b/>
          <w:snapToGrid w:val="0"/>
          <w:color w:val="000000"/>
          <w:spacing w:val="-10"/>
          <w:sz w:val="28"/>
          <w:szCs w:val="28"/>
        </w:rPr>
        <w:t>Статья</w:t>
      </w:r>
      <w:r w:rsidRPr="00386B7D">
        <w:rPr>
          <w:b/>
          <w:color w:val="000000"/>
          <w:spacing w:val="-10"/>
          <w:sz w:val="28"/>
          <w:szCs w:val="28"/>
        </w:rPr>
        <w:t xml:space="preserve"> 10 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1.Установить, что Управление Федерального казначейства по Краснодарскому краю осуществляет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>казначейское</w:t>
      </w:r>
      <w:r w:rsidRPr="00C6601D">
        <w:rPr>
          <w:color w:val="000000"/>
          <w:spacing w:val="-10"/>
          <w:sz w:val="28"/>
          <w:szCs w:val="28"/>
        </w:rPr>
        <w:t xml:space="preserve"> с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опровождение </w:t>
      </w:r>
      <w:r w:rsidRPr="00C6601D">
        <w:rPr>
          <w:color w:val="000000"/>
          <w:spacing w:val="-10"/>
          <w:sz w:val="28"/>
          <w:szCs w:val="28"/>
        </w:rPr>
        <w:t xml:space="preserve">средств, предоставляемых из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в случаях предоставления из 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 xml:space="preserve"> средств, определенных частью 2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 w:rsidRPr="00C6601D">
        <w:rPr>
          <w:color w:val="000000"/>
          <w:spacing w:val="-10"/>
          <w:sz w:val="28"/>
          <w:szCs w:val="28"/>
          <w:shd w:val="clear" w:color="auto" w:fill="FFFFFF"/>
        </w:rPr>
        <w:t>настоящей статьи</w:t>
      </w:r>
      <w:r w:rsidRPr="00C6601D">
        <w:rPr>
          <w:color w:val="000000"/>
          <w:spacing w:val="-10"/>
          <w:sz w:val="28"/>
          <w:szCs w:val="28"/>
        </w:rPr>
        <w:t>.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bCs/>
          <w:snapToGrid w:val="0"/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2. Установить, что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>казначейскому сопровождению</w:t>
      </w:r>
      <w:r w:rsidRPr="00C6601D">
        <w:rPr>
          <w:color w:val="000000"/>
          <w:spacing w:val="-10"/>
          <w:sz w:val="28"/>
          <w:szCs w:val="28"/>
        </w:rPr>
        <w:t xml:space="preserve"> подлежат следующие средства, предоставляемые из </w:t>
      </w:r>
      <w:r w:rsidRPr="00C6601D">
        <w:rPr>
          <w:rStyle w:val="Emphasis"/>
          <w:i w:val="0"/>
          <w:color w:val="000000"/>
          <w:spacing w:val="-10"/>
          <w:sz w:val="28"/>
          <w:szCs w:val="28"/>
        </w:rPr>
        <w:t xml:space="preserve">бюджета </w:t>
      </w:r>
      <w:r>
        <w:rPr>
          <w:bCs/>
          <w:snapToGrid w:val="0"/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района:</w:t>
      </w:r>
    </w:p>
    <w:p w:rsidR="00B51A4B" w:rsidRPr="00C6601D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10"/>
          <w:sz w:val="28"/>
          <w:szCs w:val="28"/>
        </w:rPr>
      </w:pPr>
      <w:r w:rsidRPr="00C6601D">
        <w:rPr>
          <w:color w:val="000000"/>
          <w:spacing w:val="-10"/>
          <w:sz w:val="28"/>
          <w:szCs w:val="28"/>
        </w:rPr>
        <w:t xml:space="preserve">1) авансовые платежи по муниципальным контрактам о поставке товаров, выполнении работ, оказании услуг, заключаемым на сумму 50 000,0 тысяч рублей и более, за исключением муниципальных контрактов, подлежащих банковскому сопровождению в соответствии с постановлением администрации </w:t>
      </w:r>
      <w:r>
        <w:rPr>
          <w:bCs/>
          <w:snapToGrid w:val="0"/>
          <w:color w:val="000000"/>
          <w:spacing w:val="-10"/>
          <w:sz w:val="28"/>
          <w:szCs w:val="28"/>
        </w:rPr>
        <w:t>Передовского</w:t>
      </w:r>
      <w:r w:rsidRPr="00C6601D">
        <w:rPr>
          <w:bCs/>
          <w:snapToGrid w:val="0"/>
          <w:color w:val="000000"/>
          <w:spacing w:val="-10"/>
          <w:sz w:val="28"/>
          <w:szCs w:val="28"/>
        </w:rPr>
        <w:t xml:space="preserve"> сельского поселения Отрадненского района</w:t>
      </w:r>
      <w:r w:rsidRPr="00C6601D">
        <w:rPr>
          <w:color w:val="000000"/>
          <w:spacing w:val="-10"/>
          <w:sz w:val="28"/>
          <w:szCs w:val="28"/>
        </w:rPr>
        <w:t xml:space="preserve"> </w:t>
      </w:r>
      <w:r>
        <w:rPr>
          <w:color w:val="000000"/>
          <w:spacing w:val="-10"/>
          <w:sz w:val="28"/>
          <w:szCs w:val="28"/>
        </w:rPr>
        <w:t xml:space="preserve">от 29 мая 2015 № 35 </w:t>
      </w:r>
      <w:r w:rsidRPr="00386B7D">
        <w:rPr>
          <w:color w:val="000000"/>
          <w:spacing w:val="-10"/>
          <w:sz w:val="28"/>
          <w:szCs w:val="28"/>
        </w:rPr>
        <w:t xml:space="preserve">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</w:t>
      </w:r>
      <w:r>
        <w:rPr>
          <w:color w:val="000000"/>
          <w:spacing w:val="-10"/>
          <w:sz w:val="28"/>
          <w:szCs w:val="28"/>
        </w:rPr>
        <w:t>муниципальных нужд Передовского</w:t>
      </w:r>
      <w:r w:rsidRPr="00386B7D">
        <w:rPr>
          <w:color w:val="000000"/>
          <w:spacing w:val="-10"/>
          <w:sz w:val="28"/>
          <w:szCs w:val="28"/>
        </w:rPr>
        <w:t xml:space="preserve"> сельского поселения Отрадненского района».</w:t>
      </w:r>
    </w:p>
    <w:p w:rsidR="00B51A4B" w:rsidRPr="001B2547" w:rsidRDefault="00B51A4B" w:rsidP="00C6601D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pacing w:val="-10"/>
          <w:sz w:val="28"/>
          <w:szCs w:val="28"/>
        </w:rPr>
      </w:pPr>
      <w:r w:rsidRPr="001B2547">
        <w:rPr>
          <w:spacing w:val="-10"/>
          <w:sz w:val="28"/>
          <w:szCs w:val="28"/>
          <w:shd w:val="clear" w:color="auto" w:fill="FFFFFF"/>
        </w:rPr>
        <w:t>2) авансовые платежи по контрактам (договорам) о поставке товаров, выполнении работ, оказании услуг, заключаемым на сумму 3000,0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тыс.</w:t>
      </w:r>
      <w:r>
        <w:rPr>
          <w:spacing w:val="-10"/>
          <w:sz w:val="28"/>
          <w:szCs w:val="28"/>
          <w:shd w:val="clear" w:color="auto" w:fill="FFFFFF"/>
        </w:rPr>
        <w:t xml:space="preserve"> </w:t>
      </w:r>
      <w:r w:rsidRPr="001B2547">
        <w:rPr>
          <w:spacing w:val="-10"/>
          <w:sz w:val="28"/>
          <w:szCs w:val="28"/>
          <w:shd w:val="clear" w:color="auto" w:fill="FFFFFF"/>
        </w:rPr>
        <w:t>рублей и более исполнителями и соисполнителями в рамках исполнения указанных в </w:t>
      </w:r>
      <w:r w:rsidRPr="001B2547">
        <w:rPr>
          <w:spacing w:val="-10"/>
          <w:sz w:val="28"/>
          <w:szCs w:val="28"/>
        </w:rPr>
        <w:t>пункте 1</w:t>
      </w:r>
      <w:r w:rsidRPr="001B2547">
        <w:rPr>
          <w:spacing w:val="-10"/>
          <w:sz w:val="28"/>
          <w:szCs w:val="28"/>
          <w:shd w:val="clear" w:color="auto" w:fill="FFFFFF"/>
        </w:rPr>
        <w:t> настоящей части муниципальных контрактов (контрактов, договоров) о поставке товаров, выполнении работ, оказании услуг.</w:t>
      </w:r>
    </w:p>
    <w:p w:rsidR="00B51A4B" w:rsidRPr="00C6601D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</w:p>
    <w:p w:rsidR="00B51A4B" w:rsidRPr="00980963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11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Передовского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 за исключением случаев, установленных бюджетным законодательством Российской Федерации.</w:t>
      </w:r>
    </w:p>
    <w:p w:rsidR="00B51A4B" w:rsidRPr="002E086A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51A4B" w:rsidRPr="00C6601D" w:rsidRDefault="00B51A4B" w:rsidP="0098096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80963">
        <w:rPr>
          <w:rFonts w:ascii="Times New Roman" w:hAnsi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2024 года.</w:t>
      </w: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51A4B" w:rsidRDefault="00B51A4B" w:rsidP="0098096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51A4B" w:rsidRDefault="00B51A4B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Передовского сельского</w:t>
      </w:r>
    </w:p>
    <w:p w:rsidR="00B51A4B" w:rsidRDefault="00B51A4B" w:rsidP="00980963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Г.А.Еременко</w:t>
      </w:r>
    </w:p>
    <w:p w:rsidR="00B51A4B" w:rsidRDefault="00B51A4B"/>
    <w:sectPr w:rsidR="00B51A4B" w:rsidSect="00C51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963"/>
    <w:rsid w:val="000B1B22"/>
    <w:rsid w:val="001B2547"/>
    <w:rsid w:val="001B3516"/>
    <w:rsid w:val="00293674"/>
    <w:rsid w:val="002E086A"/>
    <w:rsid w:val="00386B7D"/>
    <w:rsid w:val="00494396"/>
    <w:rsid w:val="00555B55"/>
    <w:rsid w:val="005F63CF"/>
    <w:rsid w:val="006364E3"/>
    <w:rsid w:val="00641834"/>
    <w:rsid w:val="00666686"/>
    <w:rsid w:val="006A34D9"/>
    <w:rsid w:val="00711CB5"/>
    <w:rsid w:val="00747848"/>
    <w:rsid w:val="00785157"/>
    <w:rsid w:val="008F6BC1"/>
    <w:rsid w:val="009159E1"/>
    <w:rsid w:val="00980963"/>
    <w:rsid w:val="009B3972"/>
    <w:rsid w:val="009F218B"/>
    <w:rsid w:val="00AC003E"/>
    <w:rsid w:val="00AE47CB"/>
    <w:rsid w:val="00B51A4B"/>
    <w:rsid w:val="00B93347"/>
    <w:rsid w:val="00C51636"/>
    <w:rsid w:val="00C6601D"/>
    <w:rsid w:val="00CA0523"/>
    <w:rsid w:val="00CD0E85"/>
    <w:rsid w:val="00DC16FE"/>
    <w:rsid w:val="00DC3DCB"/>
    <w:rsid w:val="00E757EF"/>
    <w:rsid w:val="00EC039E"/>
    <w:rsid w:val="00EC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63"/>
    <w:pPr>
      <w:jc w:val="both"/>
    </w:pPr>
    <w:rPr>
      <w:rFonts w:ascii="Calibri" w:hAnsi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5B55"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2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5B5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98096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C3DCB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C6601D"/>
    <w:rPr>
      <w:rFonts w:cs="Times New Roman"/>
      <w:i/>
    </w:rPr>
  </w:style>
  <w:style w:type="paragraph" w:customStyle="1" w:styleId="s1">
    <w:name w:val="s_1"/>
    <w:basedOn w:val="Normal"/>
    <w:uiPriority w:val="99"/>
    <w:rsid w:val="00C6601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8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225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10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837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main?base=RLAW177;n=85414;fld=134;dst=100743" TargetMode="External"/><Relationship Id="rId10" Type="http://schemas.openxmlformats.org/officeDocument/2006/relationships/hyperlink" Target="consultantplus://offline/main?base=RLAW177;n=85414;fld=134;dst=112812" TargetMode="External"/><Relationship Id="rId4" Type="http://schemas.openxmlformats.org/officeDocument/2006/relationships/hyperlink" Target="consultantplus://offline/main?base=RLAW177;n=85414;fld=134;dst=100669" TargetMode="External"/><Relationship Id="rId9" Type="http://schemas.openxmlformats.org/officeDocument/2006/relationships/hyperlink" Target="consultantplus://offline/main?base=RLAW177;n=85414;fld=134;dst=1127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5</Pages>
  <Words>1727</Words>
  <Characters>9845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2023-11-03T11:38:00Z</cp:lastPrinted>
  <dcterms:created xsi:type="dcterms:W3CDTF">2023-11-03T09:13:00Z</dcterms:created>
  <dcterms:modified xsi:type="dcterms:W3CDTF">2023-12-04T06:25:00Z</dcterms:modified>
</cp:coreProperties>
</file>